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00"/>
        <w:gridCol w:w="240"/>
        <w:gridCol w:w="780"/>
        <w:gridCol w:w="980"/>
        <w:gridCol w:w="1320"/>
        <w:gridCol w:w="3240"/>
        <w:gridCol w:w="1200"/>
        <w:gridCol w:w="1200"/>
        <w:gridCol w:w="2140"/>
        <w:gridCol w:w="400"/>
      </w:tblGrid>
      <w:tr w:rsidR="001F2F59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1F2F59" w:rsidRDefault="001F2F59">
            <w:pPr>
              <w:pStyle w:val="EMPTYCELLSTYLE"/>
            </w:pPr>
          </w:p>
        </w:tc>
        <w:tc>
          <w:tcPr>
            <w:tcW w:w="240" w:type="dxa"/>
          </w:tcPr>
          <w:p w:rsidR="001F2F59" w:rsidRDefault="001F2F59">
            <w:pPr>
              <w:pStyle w:val="EMPTYCELLSTYLE"/>
            </w:pPr>
          </w:p>
        </w:tc>
        <w:tc>
          <w:tcPr>
            <w:tcW w:w="780" w:type="dxa"/>
          </w:tcPr>
          <w:p w:rsidR="001F2F59" w:rsidRDefault="001F2F59">
            <w:pPr>
              <w:pStyle w:val="EMPTYCELLSTYLE"/>
            </w:pPr>
          </w:p>
        </w:tc>
        <w:tc>
          <w:tcPr>
            <w:tcW w:w="980" w:type="dxa"/>
          </w:tcPr>
          <w:p w:rsidR="001F2F59" w:rsidRDefault="001F2F59">
            <w:pPr>
              <w:pStyle w:val="EMPTYCELLSTYLE"/>
            </w:pPr>
          </w:p>
        </w:tc>
        <w:tc>
          <w:tcPr>
            <w:tcW w:w="1320" w:type="dxa"/>
          </w:tcPr>
          <w:p w:rsidR="001F2F59" w:rsidRDefault="001F2F59">
            <w:pPr>
              <w:pStyle w:val="EMPTYCELLSTYLE"/>
            </w:pPr>
          </w:p>
        </w:tc>
        <w:tc>
          <w:tcPr>
            <w:tcW w:w="3240" w:type="dxa"/>
          </w:tcPr>
          <w:p w:rsidR="001F2F59" w:rsidRDefault="001F2F59">
            <w:pPr>
              <w:pStyle w:val="EMPTYCELLSTYLE"/>
            </w:pPr>
          </w:p>
        </w:tc>
        <w:tc>
          <w:tcPr>
            <w:tcW w:w="1200" w:type="dxa"/>
          </w:tcPr>
          <w:p w:rsidR="001F2F59" w:rsidRDefault="001F2F59">
            <w:pPr>
              <w:pStyle w:val="EMPTYCELLSTYLE"/>
            </w:pPr>
          </w:p>
        </w:tc>
        <w:tc>
          <w:tcPr>
            <w:tcW w:w="1200" w:type="dxa"/>
          </w:tcPr>
          <w:p w:rsidR="001F2F59" w:rsidRDefault="001F2F59">
            <w:pPr>
              <w:pStyle w:val="EMPTYCELLSTYLE"/>
            </w:pPr>
          </w:p>
        </w:tc>
        <w:tc>
          <w:tcPr>
            <w:tcW w:w="2140" w:type="dxa"/>
          </w:tcPr>
          <w:p w:rsidR="001F2F59" w:rsidRDefault="001F2F59">
            <w:pPr>
              <w:pStyle w:val="EMPTYCELLSTYLE"/>
            </w:pPr>
          </w:p>
        </w:tc>
        <w:tc>
          <w:tcPr>
            <w:tcW w:w="400" w:type="dxa"/>
          </w:tcPr>
          <w:p w:rsidR="001F2F59" w:rsidRDefault="001F2F59">
            <w:pPr>
              <w:pStyle w:val="EMPTYCELLSTYLE"/>
            </w:pPr>
          </w:p>
        </w:tc>
      </w:tr>
      <w:tr w:rsidR="001F2F59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400" w:type="dxa"/>
          </w:tcPr>
          <w:p w:rsidR="001F2F59" w:rsidRDefault="001F2F59">
            <w:pPr>
              <w:pStyle w:val="EMPTYCELLSTYLE"/>
            </w:pPr>
          </w:p>
        </w:tc>
        <w:tc>
          <w:tcPr>
            <w:tcW w:w="240" w:type="dxa"/>
          </w:tcPr>
          <w:p w:rsidR="001F2F59" w:rsidRDefault="001F2F59">
            <w:pPr>
              <w:pStyle w:val="EMPTYCELLSTYLE"/>
            </w:pPr>
          </w:p>
        </w:tc>
        <w:tc>
          <w:tcPr>
            <w:tcW w:w="780" w:type="dxa"/>
          </w:tcPr>
          <w:p w:rsidR="001F2F59" w:rsidRDefault="001F2F59">
            <w:pPr>
              <w:pStyle w:val="EMPTYCELLSTYLE"/>
            </w:pPr>
          </w:p>
        </w:tc>
        <w:tc>
          <w:tcPr>
            <w:tcW w:w="980" w:type="dxa"/>
          </w:tcPr>
          <w:p w:rsidR="001F2F59" w:rsidRDefault="001F2F59">
            <w:pPr>
              <w:pStyle w:val="EMPTYCELLSTYLE"/>
            </w:pPr>
          </w:p>
        </w:tc>
        <w:tc>
          <w:tcPr>
            <w:tcW w:w="1320" w:type="dxa"/>
          </w:tcPr>
          <w:p w:rsidR="001F2F59" w:rsidRDefault="001F2F59">
            <w:pPr>
              <w:pStyle w:val="EMPTYCELLSTYLE"/>
            </w:pPr>
          </w:p>
        </w:tc>
        <w:tc>
          <w:tcPr>
            <w:tcW w:w="3240" w:type="dxa"/>
          </w:tcPr>
          <w:p w:rsidR="001F2F59" w:rsidRDefault="001F2F59">
            <w:pPr>
              <w:pStyle w:val="EMPTYCELLSTYLE"/>
            </w:pPr>
          </w:p>
        </w:tc>
        <w:tc>
          <w:tcPr>
            <w:tcW w:w="45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1F2F59" w:rsidRDefault="001F2F59">
            <w:pPr>
              <w:jc w:val="center"/>
            </w:pPr>
            <w:r>
              <w:rPr>
                <w:b/>
                <w:sz w:val="14"/>
              </w:rPr>
              <w:t>Додаток № 4</w:t>
            </w:r>
          </w:p>
        </w:tc>
        <w:tc>
          <w:tcPr>
            <w:tcW w:w="400" w:type="dxa"/>
          </w:tcPr>
          <w:p w:rsidR="001F2F59" w:rsidRDefault="001F2F59">
            <w:pPr>
              <w:pStyle w:val="EMPTYCELLSTYLE"/>
            </w:pPr>
          </w:p>
        </w:tc>
      </w:tr>
      <w:tr w:rsidR="001F2F59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1F2F59" w:rsidRDefault="001F2F59">
            <w:pPr>
              <w:pStyle w:val="EMPTYCELLSTYLE"/>
            </w:pPr>
          </w:p>
        </w:tc>
        <w:tc>
          <w:tcPr>
            <w:tcW w:w="240" w:type="dxa"/>
          </w:tcPr>
          <w:p w:rsidR="001F2F59" w:rsidRDefault="001F2F59">
            <w:pPr>
              <w:pStyle w:val="EMPTYCELLSTYLE"/>
            </w:pPr>
          </w:p>
        </w:tc>
        <w:tc>
          <w:tcPr>
            <w:tcW w:w="780" w:type="dxa"/>
          </w:tcPr>
          <w:p w:rsidR="001F2F59" w:rsidRDefault="001F2F59">
            <w:pPr>
              <w:pStyle w:val="EMPTYCELLSTYLE"/>
            </w:pPr>
          </w:p>
        </w:tc>
        <w:tc>
          <w:tcPr>
            <w:tcW w:w="980" w:type="dxa"/>
          </w:tcPr>
          <w:p w:rsidR="001F2F59" w:rsidRDefault="001F2F59">
            <w:pPr>
              <w:pStyle w:val="EMPTYCELLSTYLE"/>
            </w:pPr>
          </w:p>
        </w:tc>
        <w:tc>
          <w:tcPr>
            <w:tcW w:w="1320" w:type="dxa"/>
          </w:tcPr>
          <w:p w:rsidR="001F2F59" w:rsidRDefault="001F2F59">
            <w:pPr>
              <w:pStyle w:val="EMPTYCELLSTYLE"/>
            </w:pPr>
          </w:p>
        </w:tc>
        <w:tc>
          <w:tcPr>
            <w:tcW w:w="3240" w:type="dxa"/>
          </w:tcPr>
          <w:p w:rsidR="001F2F59" w:rsidRDefault="001F2F59">
            <w:pPr>
              <w:pStyle w:val="EMPTYCELLSTYLE"/>
            </w:pPr>
          </w:p>
        </w:tc>
        <w:tc>
          <w:tcPr>
            <w:tcW w:w="45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1F2F59" w:rsidRDefault="001F2F59">
            <w:r>
              <w:rPr>
                <w:rFonts w:ascii="Arial" w:hAnsi="Arial" w:cs="Arial"/>
                <w:sz w:val="14"/>
              </w:rPr>
              <w:t>до проекту бюджету  Малинської</w:t>
            </w:r>
          </w:p>
        </w:tc>
        <w:tc>
          <w:tcPr>
            <w:tcW w:w="400" w:type="dxa"/>
          </w:tcPr>
          <w:p w:rsidR="001F2F59" w:rsidRDefault="001F2F59">
            <w:pPr>
              <w:pStyle w:val="EMPTYCELLSTYLE"/>
            </w:pPr>
          </w:p>
        </w:tc>
      </w:tr>
      <w:tr w:rsidR="001F2F59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1F2F59" w:rsidRDefault="001F2F59">
            <w:pPr>
              <w:pStyle w:val="EMPTYCELLSTYLE"/>
            </w:pPr>
          </w:p>
        </w:tc>
        <w:tc>
          <w:tcPr>
            <w:tcW w:w="240" w:type="dxa"/>
          </w:tcPr>
          <w:p w:rsidR="001F2F59" w:rsidRDefault="001F2F59">
            <w:pPr>
              <w:pStyle w:val="EMPTYCELLSTYLE"/>
            </w:pPr>
          </w:p>
        </w:tc>
        <w:tc>
          <w:tcPr>
            <w:tcW w:w="780" w:type="dxa"/>
          </w:tcPr>
          <w:p w:rsidR="001F2F59" w:rsidRDefault="001F2F59">
            <w:pPr>
              <w:pStyle w:val="EMPTYCELLSTYLE"/>
            </w:pPr>
          </w:p>
        </w:tc>
        <w:tc>
          <w:tcPr>
            <w:tcW w:w="980" w:type="dxa"/>
          </w:tcPr>
          <w:p w:rsidR="001F2F59" w:rsidRDefault="001F2F59">
            <w:pPr>
              <w:pStyle w:val="EMPTYCELLSTYLE"/>
            </w:pPr>
          </w:p>
        </w:tc>
        <w:tc>
          <w:tcPr>
            <w:tcW w:w="1320" w:type="dxa"/>
          </w:tcPr>
          <w:p w:rsidR="001F2F59" w:rsidRDefault="001F2F59">
            <w:pPr>
              <w:pStyle w:val="EMPTYCELLSTYLE"/>
            </w:pPr>
          </w:p>
        </w:tc>
        <w:tc>
          <w:tcPr>
            <w:tcW w:w="3240" w:type="dxa"/>
          </w:tcPr>
          <w:p w:rsidR="001F2F59" w:rsidRDefault="001F2F59">
            <w:pPr>
              <w:pStyle w:val="EMPTYCELLSTYLE"/>
            </w:pPr>
          </w:p>
        </w:tc>
        <w:tc>
          <w:tcPr>
            <w:tcW w:w="45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1F2F59" w:rsidRDefault="001F2F59">
            <w:r>
              <w:rPr>
                <w:rFonts w:ascii="Arial" w:hAnsi="Arial" w:cs="Arial"/>
                <w:sz w:val="14"/>
              </w:rPr>
              <w:t>міської територіальної громади на 2024 рік</w:t>
            </w:r>
          </w:p>
        </w:tc>
        <w:tc>
          <w:tcPr>
            <w:tcW w:w="400" w:type="dxa"/>
          </w:tcPr>
          <w:p w:rsidR="001F2F59" w:rsidRDefault="001F2F59">
            <w:pPr>
              <w:pStyle w:val="EMPTYCELLSTYLE"/>
            </w:pPr>
          </w:p>
        </w:tc>
      </w:tr>
      <w:tr w:rsidR="001F2F59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1F2F59" w:rsidRDefault="001F2F59">
            <w:pPr>
              <w:pStyle w:val="EMPTYCELLSTYLE"/>
            </w:pPr>
          </w:p>
        </w:tc>
        <w:tc>
          <w:tcPr>
            <w:tcW w:w="240" w:type="dxa"/>
          </w:tcPr>
          <w:p w:rsidR="001F2F59" w:rsidRDefault="001F2F59">
            <w:pPr>
              <w:pStyle w:val="EMPTYCELLSTYLE"/>
            </w:pPr>
          </w:p>
        </w:tc>
        <w:tc>
          <w:tcPr>
            <w:tcW w:w="780" w:type="dxa"/>
          </w:tcPr>
          <w:p w:rsidR="001F2F59" w:rsidRDefault="001F2F59">
            <w:pPr>
              <w:pStyle w:val="EMPTYCELLSTYLE"/>
            </w:pPr>
          </w:p>
        </w:tc>
        <w:tc>
          <w:tcPr>
            <w:tcW w:w="980" w:type="dxa"/>
          </w:tcPr>
          <w:p w:rsidR="001F2F59" w:rsidRDefault="001F2F59">
            <w:pPr>
              <w:pStyle w:val="EMPTYCELLSTYLE"/>
            </w:pPr>
          </w:p>
        </w:tc>
        <w:tc>
          <w:tcPr>
            <w:tcW w:w="1320" w:type="dxa"/>
          </w:tcPr>
          <w:p w:rsidR="001F2F59" w:rsidRDefault="001F2F59">
            <w:pPr>
              <w:pStyle w:val="EMPTYCELLSTYLE"/>
            </w:pPr>
          </w:p>
        </w:tc>
        <w:tc>
          <w:tcPr>
            <w:tcW w:w="3240" w:type="dxa"/>
          </w:tcPr>
          <w:p w:rsidR="001F2F59" w:rsidRDefault="001F2F59">
            <w:pPr>
              <w:pStyle w:val="EMPTYCELLSTYLE"/>
            </w:pPr>
          </w:p>
        </w:tc>
        <w:tc>
          <w:tcPr>
            <w:tcW w:w="45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1F2F59" w:rsidRDefault="001F2F59"/>
        </w:tc>
        <w:tc>
          <w:tcPr>
            <w:tcW w:w="400" w:type="dxa"/>
          </w:tcPr>
          <w:p w:rsidR="001F2F59" w:rsidRDefault="001F2F59">
            <w:pPr>
              <w:pStyle w:val="EMPTYCELLSTYLE"/>
            </w:pPr>
          </w:p>
        </w:tc>
      </w:tr>
      <w:tr w:rsidR="001F2F59">
        <w:tblPrEx>
          <w:tblCellMar>
            <w:top w:w="0" w:type="dxa"/>
            <w:bottom w:w="0" w:type="dxa"/>
          </w:tblCellMar>
        </w:tblPrEx>
        <w:trPr>
          <w:trHeight w:hRule="exact" w:val="80"/>
        </w:trPr>
        <w:tc>
          <w:tcPr>
            <w:tcW w:w="400" w:type="dxa"/>
          </w:tcPr>
          <w:p w:rsidR="001F2F59" w:rsidRDefault="001F2F59">
            <w:pPr>
              <w:pStyle w:val="EMPTYCELLSTYLE"/>
            </w:pPr>
          </w:p>
        </w:tc>
        <w:tc>
          <w:tcPr>
            <w:tcW w:w="240" w:type="dxa"/>
          </w:tcPr>
          <w:p w:rsidR="001F2F59" w:rsidRDefault="001F2F59">
            <w:pPr>
              <w:pStyle w:val="EMPTYCELLSTYLE"/>
            </w:pPr>
          </w:p>
        </w:tc>
        <w:tc>
          <w:tcPr>
            <w:tcW w:w="780" w:type="dxa"/>
          </w:tcPr>
          <w:p w:rsidR="001F2F59" w:rsidRDefault="001F2F59">
            <w:pPr>
              <w:pStyle w:val="EMPTYCELLSTYLE"/>
            </w:pPr>
          </w:p>
        </w:tc>
        <w:tc>
          <w:tcPr>
            <w:tcW w:w="980" w:type="dxa"/>
          </w:tcPr>
          <w:p w:rsidR="001F2F59" w:rsidRDefault="001F2F59">
            <w:pPr>
              <w:pStyle w:val="EMPTYCELLSTYLE"/>
            </w:pPr>
          </w:p>
        </w:tc>
        <w:tc>
          <w:tcPr>
            <w:tcW w:w="1320" w:type="dxa"/>
          </w:tcPr>
          <w:p w:rsidR="001F2F59" w:rsidRDefault="001F2F59">
            <w:pPr>
              <w:pStyle w:val="EMPTYCELLSTYLE"/>
            </w:pPr>
          </w:p>
        </w:tc>
        <w:tc>
          <w:tcPr>
            <w:tcW w:w="3240" w:type="dxa"/>
          </w:tcPr>
          <w:p w:rsidR="001F2F59" w:rsidRDefault="001F2F59">
            <w:pPr>
              <w:pStyle w:val="EMPTYCELLSTYLE"/>
            </w:pPr>
          </w:p>
        </w:tc>
        <w:tc>
          <w:tcPr>
            <w:tcW w:w="1200" w:type="dxa"/>
          </w:tcPr>
          <w:p w:rsidR="001F2F59" w:rsidRDefault="001F2F59">
            <w:pPr>
              <w:pStyle w:val="EMPTYCELLSTYLE"/>
            </w:pPr>
          </w:p>
        </w:tc>
        <w:tc>
          <w:tcPr>
            <w:tcW w:w="1200" w:type="dxa"/>
          </w:tcPr>
          <w:p w:rsidR="001F2F59" w:rsidRDefault="001F2F59">
            <w:pPr>
              <w:pStyle w:val="EMPTYCELLSTYLE"/>
            </w:pPr>
          </w:p>
        </w:tc>
        <w:tc>
          <w:tcPr>
            <w:tcW w:w="2140" w:type="dxa"/>
          </w:tcPr>
          <w:p w:rsidR="001F2F59" w:rsidRDefault="001F2F59">
            <w:pPr>
              <w:pStyle w:val="EMPTYCELLSTYLE"/>
            </w:pPr>
          </w:p>
        </w:tc>
        <w:tc>
          <w:tcPr>
            <w:tcW w:w="400" w:type="dxa"/>
          </w:tcPr>
          <w:p w:rsidR="001F2F59" w:rsidRDefault="001F2F59">
            <w:pPr>
              <w:pStyle w:val="EMPTYCELLSTYLE"/>
            </w:pPr>
          </w:p>
        </w:tc>
      </w:tr>
      <w:tr w:rsidR="001F2F59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1F2F59" w:rsidRDefault="001F2F59">
            <w:pPr>
              <w:pStyle w:val="EMPTYCELLSTYLE"/>
            </w:pPr>
          </w:p>
        </w:tc>
        <w:tc>
          <w:tcPr>
            <w:tcW w:w="111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1F2F59" w:rsidRDefault="001F2F59">
            <w:pPr>
              <w:jc w:val="center"/>
            </w:pPr>
            <w:r>
              <w:rPr>
                <w:b/>
                <w:sz w:val="24"/>
              </w:rPr>
              <w:t>Міжбюджетні трансферти на 2024 рік</w:t>
            </w:r>
          </w:p>
        </w:tc>
        <w:tc>
          <w:tcPr>
            <w:tcW w:w="400" w:type="dxa"/>
          </w:tcPr>
          <w:p w:rsidR="001F2F59" w:rsidRDefault="001F2F59">
            <w:pPr>
              <w:pStyle w:val="EMPTYCELLSTYLE"/>
            </w:pPr>
          </w:p>
        </w:tc>
      </w:tr>
      <w:tr w:rsidR="001F2F59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1F2F59" w:rsidRDefault="001F2F59">
            <w:pPr>
              <w:pStyle w:val="EMPTYCELLSTYLE"/>
            </w:pPr>
          </w:p>
        </w:tc>
        <w:tc>
          <w:tcPr>
            <w:tcW w:w="111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F2F59" w:rsidRDefault="001F2F59">
            <w:pPr>
              <w:ind w:left="60"/>
              <w:jc w:val="center"/>
            </w:pPr>
            <w:r>
              <w:rPr>
                <w:rFonts w:ascii="Arial" w:hAnsi="Arial" w:cs="Arial"/>
                <w:sz w:val="16"/>
              </w:rPr>
              <w:t>0656400000</w:t>
            </w:r>
          </w:p>
        </w:tc>
        <w:tc>
          <w:tcPr>
            <w:tcW w:w="400" w:type="dxa"/>
          </w:tcPr>
          <w:p w:rsidR="001F2F59" w:rsidRDefault="001F2F59">
            <w:pPr>
              <w:pStyle w:val="EMPTYCELLSTYLE"/>
            </w:pPr>
          </w:p>
        </w:tc>
      </w:tr>
      <w:tr w:rsidR="001F2F59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1F2F59" w:rsidRDefault="001F2F59">
            <w:pPr>
              <w:pStyle w:val="EMPTYCELLSTYLE"/>
            </w:pPr>
          </w:p>
        </w:tc>
        <w:tc>
          <w:tcPr>
            <w:tcW w:w="240" w:type="dxa"/>
          </w:tcPr>
          <w:p w:rsidR="001F2F59" w:rsidRDefault="001F2F59">
            <w:pPr>
              <w:pStyle w:val="EMPTYCELLSTYLE"/>
            </w:pPr>
          </w:p>
        </w:tc>
        <w:tc>
          <w:tcPr>
            <w:tcW w:w="780" w:type="dxa"/>
          </w:tcPr>
          <w:p w:rsidR="001F2F59" w:rsidRDefault="001F2F59">
            <w:pPr>
              <w:pStyle w:val="EMPTYCELLSTYLE"/>
            </w:pPr>
          </w:p>
        </w:tc>
        <w:tc>
          <w:tcPr>
            <w:tcW w:w="980" w:type="dxa"/>
          </w:tcPr>
          <w:p w:rsidR="001F2F59" w:rsidRDefault="001F2F59">
            <w:pPr>
              <w:pStyle w:val="EMPTYCELLSTYLE"/>
            </w:pPr>
          </w:p>
        </w:tc>
        <w:tc>
          <w:tcPr>
            <w:tcW w:w="1320" w:type="dxa"/>
          </w:tcPr>
          <w:p w:rsidR="001F2F59" w:rsidRDefault="001F2F59">
            <w:pPr>
              <w:pStyle w:val="EMPTYCELLSTYLE"/>
            </w:pPr>
          </w:p>
        </w:tc>
        <w:tc>
          <w:tcPr>
            <w:tcW w:w="4440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2F59" w:rsidRDefault="001F2F59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1200" w:type="dxa"/>
          </w:tcPr>
          <w:p w:rsidR="001F2F59" w:rsidRDefault="001F2F59">
            <w:pPr>
              <w:pStyle w:val="EMPTYCELLSTYLE"/>
            </w:pPr>
          </w:p>
        </w:tc>
        <w:tc>
          <w:tcPr>
            <w:tcW w:w="2140" w:type="dxa"/>
          </w:tcPr>
          <w:p w:rsidR="001F2F59" w:rsidRDefault="001F2F59">
            <w:pPr>
              <w:pStyle w:val="EMPTYCELLSTYLE"/>
            </w:pPr>
          </w:p>
        </w:tc>
        <w:tc>
          <w:tcPr>
            <w:tcW w:w="400" w:type="dxa"/>
          </w:tcPr>
          <w:p w:rsidR="001F2F59" w:rsidRDefault="001F2F59">
            <w:pPr>
              <w:pStyle w:val="EMPTYCELLSTYLE"/>
            </w:pPr>
          </w:p>
        </w:tc>
      </w:tr>
      <w:tr w:rsidR="001F2F59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1F2F59" w:rsidRDefault="001F2F59">
            <w:pPr>
              <w:pStyle w:val="EMPTYCELLSTYLE"/>
            </w:pPr>
          </w:p>
        </w:tc>
        <w:tc>
          <w:tcPr>
            <w:tcW w:w="240" w:type="dxa"/>
          </w:tcPr>
          <w:p w:rsidR="001F2F59" w:rsidRDefault="001F2F59">
            <w:pPr>
              <w:pStyle w:val="EMPTYCELLSTYLE"/>
            </w:pPr>
          </w:p>
        </w:tc>
        <w:tc>
          <w:tcPr>
            <w:tcW w:w="780" w:type="dxa"/>
          </w:tcPr>
          <w:p w:rsidR="001F2F59" w:rsidRDefault="001F2F59">
            <w:pPr>
              <w:pStyle w:val="EMPTYCELLSTYLE"/>
            </w:pPr>
          </w:p>
        </w:tc>
        <w:tc>
          <w:tcPr>
            <w:tcW w:w="980" w:type="dxa"/>
          </w:tcPr>
          <w:p w:rsidR="001F2F59" w:rsidRDefault="001F2F59">
            <w:pPr>
              <w:pStyle w:val="EMPTYCELLSTYLE"/>
            </w:pPr>
          </w:p>
        </w:tc>
        <w:tc>
          <w:tcPr>
            <w:tcW w:w="1320" w:type="dxa"/>
          </w:tcPr>
          <w:p w:rsidR="001F2F59" w:rsidRDefault="001F2F59">
            <w:pPr>
              <w:pStyle w:val="EMPTYCELLSTYLE"/>
            </w:pPr>
          </w:p>
        </w:tc>
        <w:tc>
          <w:tcPr>
            <w:tcW w:w="3240" w:type="dxa"/>
          </w:tcPr>
          <w:p w:rsidR="001F2F59" w:rsidRDefault="001F2F59">
            <w:pPr>
              <w:pStyle w:val="EMPTYCELLSTYLE"/>
            </w:pPr>
          </w:p>
        </w:tc>
        <w:tc>
          <w:tcPr>
            <w:tcW w:w="1200" w:type="dxa"/>
          </w:tcPr>
          <w:p w:rsidR="001F2F59" w:rsidRDefault="001F2F59">
            <w:pPr>
              <w:pStyle w:val="EMPTYCELLSTYLE"/>
            </w:pPr>
          </w:p>
        </w:tc>
        <w:tc>
          <w:tcPr>
            <w:tcW w:w="1200" w:type="dxa"/>
          </w:tcPr>
          <w:p w:rsidR="001F2F59" w:rsidRDefault="001F2F59">
            <w:pPr>
              <w:pStyle w:val="EMPTYCELLSTYLE"/>
            </w:pPr>
          </w:p>
        </w:tc>
        <w:tc>
          <w:tcPr>
            <w:tcW w:w="2140" w:type="dxa"/>
          </w:tcPr>
          <w:p w:rsidR="001F2F59" w:rsidRDefault="001F2F59">
            <w:pPr>
              <w:pStyle w:val="EMPTYCELLSTYLE"/>
            </w:pPr>
          </w:p>
        </w:tc>
        <w:tc>
          <w:tcPr>
            <w:tcW w:w="400" w:type="dxa"/>
          </w:tcPr>
          <w:p w:rsidR="001F2F59" w:rsidRDefault="001F2F59">
            <w:pPr>
              <w:pStyle w:val="EMPTYCELLSTYLE"/>
            </w:pPr>
          </w:p>
        </w:tc>
      </w:tr>
      <w:tr w:rsidR="001F2F59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1F2F59" w:rsidRDefault="001F2F59">
            <w:pPr>
              <w:pStyle w:val="EMPTYCELLSTYLE"/>
            </w:pPr>
          </w:p>
        </w:tc>
        <w:tc>
          <w:tcPr>
            <w:tcW w:w="240" w:type="dxa"/>
          </w:tcPr>
          <w:p w:rsidR="001F2F59" w:rsidRDefault="001F2F59">
            <w:pPr>
              <w:pStyle w:val="EMPTYCELLSTYLE"/>
            </w:pPr>
          </w:p>
        </w:tc>
        <w:tc>
          <w:tcPr>
            <w:tcW w:w="10860" w:type="dxa"/>
            <w:gridSpan w:val="7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F2F59" w:rsidRDefault="001F2F59">
            <w:pPr>
              <w:ind w:left="80"/>
              <w:jc w:val="center"/>
            </w:pPr>
            <w:r>
              <w:rPr>
                <w:b/>
              </w:rPr>
              <w:t>1. Показники міжбюджетних трансфертів з інших бюджетів</w:t>
            </w:r>
          </w:p>
        </w:tc>
        <w:tc>
          <w:tcPr>
            <w:tcW w:w="400" w:type="dxa"/>
          </w:tcPr>
          <w:p w:rsidR="001F2F59" w:rsidRDefault="001F2F59">
            <w:pPr>
              <w:pStyle w:val="EMPTYCELLSTYLE"/>
            </w:pPr>
          </w:p>
        </w:tc>
      </w:tr>
      <w:tr w:rsidR="001F2F59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1F2F59" w:rsidRDefault="001F2F59">
            <w:pPr>
              <w:pStyle w:val="EMPTYCELLSTYLE"/>
            </w:pPr>
          </w:p>
        </w:tc>
        <w:tc>
          <w:tcPr>
            <w:tcW w:w="240" w:type="dxa"/>
          </w:tcPr>
          <w:p w:rsidR="001F2F59" w:rsidRDefault="001F2F59">
            <w:pPr>
              <w:pStyle w:val="EMPTYCELLSTYLE"/>
            </w:pPr>
          </w:p>
        </w:tc>
        <w:tc>
          <w:tcPr>
            <w:tcW w:w="780" w:type="dxa"/>
          </w:tcPr>
          <w:p w:rsidR="001F2F59" w:rsidRDefault="001F2F59">
            <w:pPr>
              <w:pStyle w:val="EMPTYCELLSTYLE"/>
            </w:pPr>
          </w:p>
        </w:tc>
        <w:tc>
          <w:tcPr>
            <w:tcW w:w="980" w:type="dxa"/>
          </w:tcPr>
          <w:p w:rsidR="001F2F59" w:rsidRDefault="001F2F59">
            <w:pPr>
              <w:pStyle w:val="EMPTYCELLSTYLE"/>
            </w:pPr>
          </w:p>
        </w:tc>
        <w:tc>
          <w:tcPr>
            <w:tcW w:w="1320" w:type="dxa"/>
          </w:tcPr>
          <w:p w:rsidR="001F2F59" w:rsidRDefault="001F2F59">
            <w:pPr>
              <w:pStyle w:val="EMPTYCELLSTYLE"/>
            </w:pPr>
          </w:p>
        </w:tc>
        <w:tc>
          <w:tcPr>
            <w:tcW w:w="3240" w:type="dxa"/>
          </w:tcPr>
          <w:p w:rsidR="001F2F59" w:rsidRDefault="001F2F59">
            <w:pPr>
              <w:pStyle w:val="EMPTYCELLSTYLE"/>
            </w:pPr>
          </w:p>
        </w:tc>
        <w:tc>
          <w:tcPr>
            <w:tcW w:w="1200" w:type="dxa"/>
          </w:tcPr>
          <w:p w:rsidR="001F2F59" w:rsidRDefault="001F2F59">
            <w:pPr>
              <w:pStyle w:val="EMPTYCELLSTYLE"/>
            </w:pPr>
          </w:p>
        </w:tc>
        <w:tc>
          <w:tcPr>
            <w:tcW w:w="1200" w:type="dxa"/>
          </w:tcPr>
          <w:p w:rsidR="001F2F59" w:rsidRDefault="001F2F59">
            <w:pPr>
              <w:pStyle w:val="EMPTYCELLSTYLE"/>
            </w:pPr>
          </w:p>
        </w:tc>
        <w:tc>
          <w:tcPr>
            <w:tcW w:w="2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F2F59" w:rsidRDefault="001F2F59">
            <w:pPr>
              <w:jc w:val="right"/>
            </w:pPr>
            <w:r>
              <w:rPr>
                <w:sz w:val="16"/>
              </w:rPr>
              <w:t>(грн.)</w:t>
            </w:r>
          </w:p>
        </w:tc>
        <w:tc>
          <w:tcPr>
            <w:tcW w:w="400" w:type="dxa"/>
          </w:tcPr>
          <w:p w:rsidR="001F2F59" w:rsidRDefault="001F2F59">
            <w:pPr>
              <w:pStyle w:val="EMPTYCELLSTYLE"/>
            </w:pPr>
          </w:p>
        </w:tc>
      </w:tr>
      <w:tr w:rsidR="001F2F59">
        <w:tblPrEx>
          <w:tblCellMar>
            <w:top w:w="0" w:type="dxa"/>
            <w:bottom w:w="0" w:type="dxa"/>
          </w:tblCellMar>
        </w:tblPrEx>
        <w:trPr>
          <w:trHeight w:hRule="exact" w:val="820"/>
        </w:trPr>
        <w:tc>
          <w:tcPr>
            <w:tcW w:w="400" w:type="dxa"/>
          </w:tcPr>
          <w:p w:rsidR="001F2F59" w:rsidRDefault="001F2F59">
            <w:pPr>
              <w:pStyle w:val="EMPTYCELLSTYLE"/>
            </w:pPr>
          </w:p>
        </w:tc>
        <w:tc>
          <w:tcPr>
            <w:tcW w:w="240" w:type="dxa"/>
          </w:tcPr>
          <w:p w:rsidR="001F2F59" w:rsidRDefault="001F2F59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2F59" w:rsidRDefault="001F2F59">
            <w:pPr>
              <w:jc w:val="center"/>
            </w:pPr>
            <w:r>
              <w:rPr>
                <w:b/>
                <w:sz w:val="16"/>
              </w:rPr>
              <w:t>Код Класифікації доходу бюджету /</w:t>
            </w:r>
            <w:r>
              <w:rPr>
                <w:b/>
                <w:sz w:val="16"/>
              </w:rPr>
              <w:br/>
              <w:t>Код бюджету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2F59" w:rsidRDefault="001F2F59">
            <w:pPr>
              <w:jc w:val="center"/>
            </w:pPr>
            <w:r>
              <w:rPr>
                <w:b/>
                <w:sz w:val="16"/>
              </w:rPr>
              <w:t>Найменування трансферту /</w:t>
            </w:r>
            <w:r>
              <w:rPr>
                <w:b/>
                <w:sz w:val="16"/>
              </w:rPr>
              <w:br/>
              <w:t>Найменування бюджету – надавача міжбюджетного трансферту</w:t>
            </w:r>
            <w:r>
              <w:rPr>
                <w:b/>
                <w:sz w:val="16"/>
              </w:rPr>
              <w:br/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2F59" w:rsidRDefault="001F2F59">
            <w:pPr>
              <w:jc w:val="center"/>
            </w:pPr>
            <w:r>
              <w:rPr>
                <w:b/>
                <w:sz w:val="16"/>
              </w:rPr>
              <w:t>Усього</w:t>
            </w:r>
          </w:p>
        </w:tc>
        <w:tc>
          <w:tcPr>
            <w:tcW w:w="400" w:type="dxa"/>
          </w:tcPr>
          <w:p w:rsidR="001F2F59" w:rsidRDefault="001F2F59">
            <w:pPr>
              <w:pStyle w:val="EMPTYCELLSTYLE"/>
            </w:pPr>
          </w:p>
        </w:tc>
      </w:tr>
      <w:tr w:rsidR="001F2F59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1F2F59" w:rsidRDefault="001F2F59">
            <w:pPr>
              <w:pStyle w:val="EMPTYCELLSTYLE"/>
            </w:pPr>
          </w:p>
        </w:tc>
        <w:tc>
          <w:tcPr>
            <w:tcW w:w="240" w:type="dxa"/>
          </w:tcPr>
          <w:p w:rsidR="001F2F59" w:rsidRDefault="001F2F59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2F59" w:rsidRDefault="001F2F59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2F59" w:rsidRDefault="001F2F59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2F59" w:rsidRDefault="001F2F59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400" w:type="dxa"/>
          </w:tcPr>
          <w:p w:rsidR="001F2F59" w:rsidRDefault="001F2F59">
            <w:pPr>
              <w:pStyle w:val="EMPTYCELLSTYLE"/>
            </w:pPr>
          </w:p>
        </w:tc>
      </w:tr>
      <w:tr w:rsidR="001F2F59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1F2F59" w:rsidRDefault="001F2F59">
            <w:pPr>
              <w:pStyle w:val="EMPTYCELLSTYLE"/>
            </w:pPr>
          </w:p>
        </w:tc>
        <w:tc>
          <w:tcPr>
            <w:tcW w:w="240" w:type="dxa"/>
          </w:tcPr>
          <w:p w:rsidR="001F2F59" w:rsidRDefault="001F2F59">
            <w:pPr>
              <w:pStyle w:val="EMPTYCELLSTYLE"/>
            </w:pPr>
          </w:p>
        </w:tc>
        <w:tc>
          <w:tcPr>
            <w:tcW w:w="1086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F2F59" w:rsidRDefault="001F2F59">
            <w:pPr>
              <w:ind w:left="80"/>
              <w:jc w:val="center"/>
            </w:pPr>
            <w:r>
              <w:t>І. Трансферти до загального фонду бюджету</w:t>
            </w:r>
          </w:p>
        </w:tc>
        <w:tc>
          <w:tcPr>
            <w:tcW w:w="400" w:type="dxa"/>
          </w:tcPr>
          <w:p w:rsidR="001F2F59" w:rsidRDefault="001F2F59">
            <w:pPr>
              <w:pStyle w:val="EMPTYCELLSTYLE"/>
            </w:pPr>
          </w:p>
        </w:tc>
      </w:tr>
      <w:tr w:rsidR="001F2F59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1F2F59" w:rsidRDefault="001F2F59">
            <w:pPr>
              <w:pStyle w:val="EMPTYCELLSTYLE"/>
            </w:pPr>
          </w:p>
        </w:tc>
        <w:tc>
          <w:tcPr>
            <w:tcW w:w="240" w:type="dxa"/>
          </w:tcPr>
          <w:p w:rsidR="001F2F59" w:rsidRDefault="001F2F59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F2F59" w:rsidRDefault="001F2F59">
            <w:pPr>
              <w:jc w:val="center"/>
            </w:pPr>
            <w:r>
              <w:rPr>
                <w:b/>
                <w:sz w:val="16"/>
              </w:rPr>
              <w:t>41033900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F2F59" w:rsidRDefault="001F2F59">
            <w:pPr>
              <w:ind w:left="60"/>
            </w:pPr>
            <w:r>
              <w:rPr>
                <w:b/>
                <w:sz w:val="16"/>
              </w:rPr>
              <w:t>Освітня субвенція з державного бюджету місцевим бюджетам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F2F59" w:rsidRDefault="001F2F59">
            <w:pPr>
              <w:ind w:right="60"/>
              <w:jc w:val="right"/>
            </w:pPr>
            <w:r>
              <w:rPr>
                <w:b/>
                <w:sz w:val="16"/>
              </w:rPr>
              <w:t>113 939 700,00</w:t>
            </w:r>
          </w:p>
        </w:tc>
        <w:tc>
          <w:tcPr>
            <w:tcW w:w="400" w:type="dxa"/>
          </w:tcPr>
          <w:p w:rsidR="001F2F59" w:rsidRDefault="001F2F59">
            <w:pPr>
              <w:pStyle w:val="EMPTYCELLSTYLE"/>
            </w:pPr>
          </w:p>
        </w:tc>
      </w:tr>
      <w:tr w:rsidR="001F2F59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1F2F59" w:rsidRDefault="001F2F59">
            <w:pPr>
              <w:pStyle w:val="EMPTYCELLSTYLE"/>
            </w:pPr>
          </w:p>
        </w:tc>
        <w:tc>
          <w:tcPr>
            <w:tcW w:w="240" w:type="dxa"/>
          </w:tcPr>
          <w:p w:rsidR="001F2F59" w:rsidRDefault="001F2F59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F2F59" w:rsidRDefault="001F2F59">
            <w:pPr>
              <w:jc w:val="center"/>
            </w:pPr>
            <w:r>
              <w:rPr>
                <w:sz w:val="16"/>
              </w:rPr>
              <w:t>9900000000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F2F59" w:rsidRDefault="001F2F59">
            <w:pPr>
              <w:ind w:left="60"/>
            </w:pPr>
            <w:r>
              <w:rPr>
                <w:sz w:val="16"/>
              </w:rPr>
              <w:t>Державний бюджет України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F2F59" w:rsidRDefault="001F2F59">
            <w:pPr>
              <w:ind w:right="60"/>
              <w:jc w:val="right"/>
            </w:pPr>
            <w:r>
              <w:rPr>
                <w:sz w:val="16"/>
              </w:rPr>
              <w:t>113 939 700,00</w:t>
            </w:r>
          </w:p>
        </w:tc>
        <w:tc>
          <w:tcPr>
            <w:tcW w:w="400" w:type="dxa"/>
          </w:tcPr>
          <w:p w:rsidR="001F2F59" w:rsidRDefault="001F2F59">
            <w:pPr>
              <w:pStyle w:val="EMPTYCELLSTYLE"/>
            </w:pPr>
          </w:p>
        </w:tc>
      </w:tr>
      <w:tr w:rsidR="001F2F59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1F2F59" w:rsidRDefault="001F2F59">
            <w:pPr>
              <w:pStyle w:val="EMPTYCELLSTYLE"/>
            </w:pPr>
          </w:p>
        </w:tc>
        <w:tc>
          <w:tcPr>
            <w:tcW w:w="240" w:type="dxa"/>
          </w:tcPr>
          <w:p w:rsidR="001F2F59" w:rsidRDefault="001F2F59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F2F59" w:rsidRDefault="001F2F59">
            <w:pPr>
              <w:jc w:val="center"/>
            </w:pPr>
            <w:r>
              <w:rPr>
                <w:b/>
                <w:sz w:val="16"/>
              </w:rPr>
              <w:t>41051000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F2F59" w:rsidRDefault="001F2F59">
            <w:pPr>
              <w:ind w:left="60"/>
            </w:pPr>
            <w:r>
              <w:rPr>
                <w:b/>
                <w:sz w:val="16"/>
              </w:rPr>
              <w:t>Субвенція з місцевого бюджету на здійснення переданих видатків у сфері освіти за рахунок коштів освітньої субвенції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F2F59" w:rsidRDefault="001F2F59">
            <w:pPr>
              <w:ind w:right="60"/>
              <w:jc w:val="right"/>
            </w:pPr>
            <w:r>
              <w:rPr>
                <w:b/>
                <w:sz w:val="16"/>
              </w:rPr>
              <w:t>2 462 770,00</w:t>
            </w:r>
          </w:p>
        </w:tc>
        <w:tc>
          <w:tcPr>
            <w:tcW w:w="400" w:type="dxa"/>
          </w:tcPr>
          <w:p w:rsidR="001F2F59" w:rsidRDefault="001F2F59">
            <w:pPr>
              <w:pStyle w:val="EMPTYCELLSTYLE"/>
            </w:pPr>
          </w:p>
        </w:tc>
      </w:tr>
      <w:tr w:rsidR="001F2F59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1F2F59" w:rsidRDefault="001F2F59">
            <w:pPr>
              <w:pStyle w:val="EMPTYCELLSTYLE"/>
            </w:pPr>
          </w:p>
        </w:tc>
        <w:tc>
          <w:tcPr>
            <w:tcW w:w="240" w:type="dxa"/>
          </w:tcPr>
          <w:p w:rsidR="001F2F59" w:rsidRDefault="001F2F59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F2F59" w:rsidRDefault="001F2F59">
            <w:pPr>
              <w:jc w:val="center"/>
            </w:pPr>
            <w:r>
              <w:rPr>
                <w:sz w:val="16"/>
              </w:rPr>
              <w:t>0610000000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F2F59" w:rsidRDefault="001F2F59">
            <w:pPr>
              <w:ind w:left="60"/>
            </w:pPr>
            <w:r>
              <w:rPr>
                <w:sz w:val="16"/>
              </w:rPr>
              <w:t>Обласний бюджет Житомирської області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F2F59" w:rsidRDefault="001F2F59">
            <w:pPr>
              <w:ind w:right="60"/>
              <w:jc w:val="right"/>
            </w:pPr>
            <w:r>
              <w:rPr>
                <w:sz w:val="16"/>
              </w:rPr>
              <w:t>2 462 770,00</w:t>
            </w:r>
          </w:p>
        </w:tc>
        <w:tc>
          <w:tcPr>
            <w:tcW w:w="400" w:type="dxa"/>
          </w:tcPr>
          <w:p w:rsidR="001F2F59" w:rsidRDefault="001F2F59">
            <w:pPr>
              <w:pStyle w:val="EMPTYCELLSTYLE"/>
            </w:pPr>
          </w:p>
        </w:tc>
      </w:tr>
      <w:tr w:rsidR="001F2F59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1F2F59" w:rsidRDefault="001F2F59">
            <w:pPr>
              <w:pStyle w:val="EMPTYCELLSTYLE"/>
            </w:pPr>
          </w:p>
        </w:tc>
        <w:tc>
          <w:tcPr>
            <w:tcW w:w="240" w:type="dxa"/>
          </w:tcPr>
          <w:p w:rsidR="001F2F59" w:rsidRDefault="001F2F59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F2F59" w:rsidRDefault="001F2F59">
            <w:pPr>
              <w:jc w:val="center"/>
            </w:pPr>
            <w:r>
              <w:rPr>
                <w:b/>
                <w:sz w:val="16"/>
              </w:rPr>
              <w:t>41053900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F2F59" w:rsidRDefault="001F2F59">
            <w:pPr>
              <w:ind w:left="60"/>
            </w:pPr>
            <w:r>
              <w:rPr>
                <w:b/>
                <w:sz w:val="16"/>
              </w:rPr>
              <w:t>Інші субвенції з місцевого бюджету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F2F59" w:rsidRDefault="001F2F59">
            <w:pPr>
              <w:ind w:right="60"/>
              <w:jc w:val="right"/>
            </w:pPr>
            <w:r>
              <w:rPr>
                <w:b/>
                <w:sz w:val="16"/>
              </w:rPr>
              <w:t>217 200,00</w:t>
            </w:r>
          </w:p>
        </w:tc>
        <w:tc>
          <w:tcPr>
            <w:tcW w:w="400" w:type="dxa"/>
          </w:tcPr>
          <w:p w:rsidR="001F2F59" w:rsidRDefault="001F2F59">
            <w:pPr>
              <w:pStyle w:val="EMPTYCELLSTYLE"/>
            </w:pPr>
          </w:p>
        </w:tc>
      </w:tr>
      <w:tr w:rsidR="001F2F59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1F2F59" w:rsidRDefault="001F2F59">
            <w:pPr>
              <w:pStyle w:val="EMPTYCELLSTYLE"/>
            </w:pPr>
          </w:p>
        </w:tc>
        <w:tc>
          <w:tcPr>
            <w:tcW w:w="240" w:type="dxa"/>
          </w:tcPr>
          <w:p w:rsidR="001F2F59" w:rsidRDefault="001F2F59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F2F59" w:rsidRDefault="001F2F59">
            <w:pPr>
              <w:jc w:val="center"/>
            </w:pPr>
            <w:r>
              <w:rPr>
                <w:sz w:val="16"/>
              </w:rPr>
              <w:t>0652100000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F2F59" w:rsidRDefault="001F2F59">
            <w:pPr>
              <w:ind w:left="60"/>
            </w:pPr>
            <w:r>
              <w:rPr>
                <w:sz w:val="16"/>
              </w:rPr>
              <w:t>Бюджет Чоповицької селищної територіальної громади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F2F59" w:rsidRDefault="001F2F59">
            <w:pPr>
              <w:ind w:right="60"/>
              <w:jc w:val="right"/>
            </w:pPr>
            <w:r>
              <w:rPr>
                <w:sz w:val="16"/>
              </w:rPr>
              <w:t>217 200,00</w:t>
            </w:r>
          </w:p>
        </w:tc>
        <w:tc>
          <w:tcPr>
            <w:tcW w:w="400" w:type="dxa"/>
          </w:tcPr>
          <w:p w:rsidR="001F2F59" w:rsidRDefault="001F2F59">
            <w:pPr>
              <w:pStyle w:val="EMPTYCELLSTYLE"/>
            </w:pPr>
          </w:p>
        </w:tc>
      </w:tr>
      <w:tr w:rsidR="001F2F59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1F2F59" w:rsidRDefault="001F2F59">
            <w:pPr>
              <w:pStyle w:val="EMPTYCELLSTYLE"/>
            </w:pPr>
          </w:p>
        </w:tc>
        <w:tc>
          <w:tcPr>
            <w:tcW w:w="240" w:type="dxa"/>
          </w:tcPr>
          <w:p w:rsidR="001F2F59" w:rsidRDefault="001F2F59">
            <w:pPr>
              <w:pStyle w:val="EMPTYCELLSTYLE"/>
            </w:pPr>
          </w:p>
        </w:tc>
        <w:tc>
          <w:tcPr>
            <w:tcW w:w="1086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F2F59" w:rsidRDefault="001F2F59">
            <w:pPr>
              <w:ind w:left="80"/>
              <w:jc w:val="center"/>
            </w:pPr>
            <w:r>
              <w:t>ІІ. Трансферти до спеціального фонду бюджету</w:t>
            </w:r>
          </w:p>
        </w:tc>
        <w:tc>
          <w:tcPr>
            <w:tcW w:w="400" w:type="dxa"/>
          </w:tcPr>
          <w:p w:rsidR="001F2F59" w:rsidRDefault="001F2F59">
            <w:pPr>
              <w:pStyle w:val="EMPTYCELLSTYLE"/>
            </w:pPr>
          </w:p>
        </w:tc>
      </w:tr>
      <w:tr w:rsidR="001F2F59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1F2F59" w:rsidRDefault="001F2F59">
            <w:pPr>
              <w:pStyle w:val="EMPTYCELLSTYLE"/>
            </w:pPr>
          </w:p>
        </w:tc>
        <w:tc>
          <w:tcPr>
            <w:tcW w:w="240" w:type="dxa"/>
          </w:tcPr>
          <w:p w:rsidR="001F2F59" w:rsidRDefault="001F2F59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F2F59" w:rsidRDefault="001F2F59">
            <w:pPr>
              <w:jc w:val="center"/>
            </w:pPr>
            <w:r>
              <w:rPr>
                <w:b/>
                <w:sz w:val="16"/>
              </w:rPr>
              <w:t>41053900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F2F59" w:rsidRDefault="001F2F59">
            <w:pPr>
              <w:ind w:left="60"/>
            </w:pPr>
            <w:r>
              <w:rPr>
                <w:b/>
                <w:sz w:val="16"/>
              </w:rPr>
              <w:t>Інші субвенції з місцевого бюджету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F2F59" w:rsidRDefault="001F2F59">
            <w:pPr>
              <w:ind w:right="60"/>
              <w:jc w:val="right"/>
            </w:pPr>
            <w:r>
              <w:rPr>
                <w:b/>
                <w:sz w:val="16"/>
              </w:rPr>
              <w:t>3 000 000,00</w:t>
            </w:r>
          </w:p>
        </w:tc>
        <w:tc>
          <w:tcPr>
            <w:tcW w:w="400" w:type="dxa"/>
          </w:tcPr>
          <w:p w:rsidR="001F2F59" w:rsidRDefault="001F2F59">
            <w:pPr>
              <w:pStyle w:val="EMPTYCELLSTYLE"/>
            </w:pPr>
          </w:p>
        </w:tc>
      </w:tr>
      <w:tr w:rsidR="001F2F59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1F2F59" w:rsidRDefault="001F2F59">
            <w:pPr>
              <w:pStyle w:val="EMPTYCELLSTYLE"/>
            </w:pPr>
          </w:p>
        </w:tc>
        <w:tc>
          <w:tcPr>
            <w:tcW w:w="240" w:type="dxa"/>
          </w:tcPr>
          <w:p w:rsidR="001F2F59" w:rsidRDefault="001F2F59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F2F59" w:rsidRDefault="001F2F59">
            <w:pPr>
              <w:jc w:val="center"/>
            </w:pPr>
            <w:r>
              <w:rPr>
                <w:sz w:val="16"/>
              </w:rPr>
              <w:t>0610000000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F2F59" w:rsidRDefault="001F2F59">
            <w:pPr>
              <w:ind w:left="60"/>
            </w:pPr>
            <w:r>
              <w:rPr>
                <w:sz w:val="16"/>
              </w:rPr>
              <w:t>Обласний бюджет Житомирської області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F2F59" w:rsidRDefault="001F2F59">
            <w:pPr>
              <w:ind w:right="60"/>
              <w:jc w:val="right"/>
            </w:pPr>
            <w:r>
              <w:rPr>
                <w:sz w:val="16"/>
              </w:rPr>
              <w:t>3 000 000,00</w:t>
            </w:r>
          </w:p>
        </w:tc>
        <w:tc>
          <w:tcPr>
            <w:tcW w:w="400" w:type="dxa"/>
          </w:tcPr>
          <w:p w:rsidR="001F2F59" w:rsidRDefault="001F2F59">
            <w:pPr>
              <w:pStyle w:val="EMPTYCELLSTYLE"/>
            </w:pPr>
          </w:p>
        </w:tc>
      </w:tr>
      <w:tr w:rsidR="001F2F59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1F2F59" w:rsidRDefault="001F2F59">
            <w:pPr>
              <w:pStyle w:val="EMPTYCELLSTYLE"/>
            </w:pPr>
          </w:p>
        </w:tc>
        <w:tc>
          <w:tcPr>
            <w:tcW w:w="240" w:type="dxa"/>
          </w:tcPr>
          <w:p w:rsidR="001F2F59" w:rsidRDefault="001F2F59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F2F59" w:rsidRDefault="001F2F59">
            <w:pPr>
              <w:jc w:val="center"/>
            </w:pPr>
            <w:r>
              <w:rPr>
                <w:sz w:val="16"/>
              </w:rPr>
              <w:t>Х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F2F59" w:rsidRDefault="001F2F59">
            <w:pPr>
              <w:ind w:left="80"/>
            </w:pPr>
            <w:r>
              <w:rPr>
                <w:b/>
              </w:rPr>
              <w:t>УСЬОГО за розділами І, ІІ, у тому числі: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2F59" w:rsidRDefault="001F2F59">
            <w:pPr>
              <w:ind w:right="60"/>
              <w:jc w:val="right"/>
            </w:pPr>
            <w:r>
              <w:rPr>
                <w:b/>
                <w:sz w:val="16"/>
              </w:rPr>
              <w:t>119 619 670,00</w:t>
            </w:r>
          </w:p>
        </w:tc>
        <w:tc>
          <w:tcPr>
            <w:tcW w:w="400" w:type="dxa"/>
          </w:tcPr>
          <w:p w:rsidR="001F2F59" w:rsidRDefault="001F2F59">
            <w:pPr>
              <w:pStyle w:val="EMPTYCELLSTYLE"/>
            </w:pPr>
          </w:p>
        </w:tc>
      </w:tr>
      <w:tr w:rsidR="001F2F59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1F2F59" w:rsidRDefault="001F2F59">
            <w:pPr>
              <w:pStyle w:val="EMPTYCELLSTYLE"/>
            </w:pPr>
          </w:p>
        </w:tc>
        <w:tc>
          <w:tcPr>
            <w:tcW w:w="240" w:type="dxa"/>
          </w:tcPr>
          <w:p w:rsidR="001F2F59" w:rsidRDefault="001F2F59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F2F59" w:rsidRDefault="001F2F59">
            <w:pPr>
              <w:jc w:val="center"/>
            </w:pPr>
            <w:r>
              <w:rPr>
                <w:sz w:val="16"/>
              </w:rPr>
              <w:t>Х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F2F59" w:rsidRDefault="001F2F59">
            <w:pPr>
              <w:ind w:left="80"/>
            </w:pPr>
            <w:r>
              <w:t>загальний фонд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2F59" w:rsidRDefault="001F2F59">
            <w:pPr>
              <w:ind w:right="60"/>
              <w:jc w:val="right"/>
            </w:pPr>
            <w:r>
              <w:rPr>
                <w:b/>
                <w:sz w:val="16"/>
              </w:rPr>
              <w:t>116 619 670,00</w:t>
            </w:r>
          </w:p>
        </w:tc>
        <w:tc>
          <w:tcPr>
            <w:tcW w:w="400" w:type="dxa"/>
          </w:tcPr>
          <w:p w:rsidR="001F2F59" w:rsidRDefault="001F2F59">
            <w:pPr>
              <w:pStyle w:val="EMPTYCELLSTYLE"/>
            </w:pPr>
          </w:p>
        </w:tc>
      </w:tr>
      <w:tr w:rsidR="001F2F59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1F2F59" w:rsidRDefault="001F2F59">
            <w:pPr>
              <w:pStyle w:val="EMPTYCELLSTYLE"/>
            </w:pPr>
          </w:p>
        </w:tc>
        <w:tc>
          <w:tcPr>
            <w:tcW w:w="240" w:type="dxa"/>
          </w:tcPr>
          <w:p w:rsidR="001F2F59" w:rsidRDefault="001F2F59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F2F59" w:rsidRDefault="001F2F59">
            <w:pPr>
              <w:jc w:val="center"/>
            </w:pPr>
            <w:r>
              <w:rPr>
                <w:sz w:val="16"/>
              </w:rPr>
              <w:t>Х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F2F59" w:rsidRDefault="001F2F59">
            <w:pPr>
              <w:ind w:left="80"/>
            </w:pPr>
            <w:r>
              <w:t>спеціальний фонд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2F59" w:rsidRDefault="001F2F59">
            <w:pPr>
              <w:ind w:right="60"/>
              <w:jc w:val="right"/>
            </w:pPr>
            <w:r>
              <w:rPr>
                <w:b/>
                <w:sz w:val="16"/>
              </w:rPr>
              <w:t>3 000 000,00</w:t>
            </w:r>
          </w:p>
        </w:tc>
        <w:tc>
          <w:tcPr>
            <w:tcW w:w="400" w:type="dxa"/>
          </w:tcPr>
          <w:p w:rsidR="001F2F59" w:rsidRDefault="001F2F59">
            <w:pPr>
              <w:pStyle w:val="EMPTYCELLSTYLE"/>
            </w:pPr>
          </w:p>
        </w:tc>
      </w:tr>
      <w:tr w:rsidR="001F2F59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1F2F59" w:rsidRDefault="001F2F59">
            <w:pPr>
              <w:pStyle w:val="EMPTYCELLSTYLE"/>
            </w:pPr>
          </w:p>
        </w:tc>
        <w:tc>
          <w:tcPr>
            <w:tcW w:w="240" w:type="dxa"/>
          </w:tcPr>
          <w:p w:rsidR="001F2F59" w:rsidRDefault="001F2F59">
            <w:pPr>
              <w:pStyle w:val="EMPTYCELLSTYLE"/>
            </w:pPr>
          </w:p>
        </w:tc>
        <w:tc>
          <w:tcPr>
            <w:tcW w:w="10860" w:type="dxa"/>
            <w:gridSpan w:val="7"/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2F59" w:rsidRDefault="001F2F59">
            <w:pPr>
              <w:ind w:left="80"/>
              <w:jc w:val="center"/>
            </w:pPr>
            <w:r>
              <w:rPr>
                <w:b/>
              </w:rPr>
              <w:t>2. Показники міжбюджетних трансфертів іншим бюджетам</w:t>
            </w:r>
          </w:p>
        </w:tc>
        <w:tc>
          <w:tcPr>
            <w:tcW w:w="400" w:type="dxa"/>
          </w:tcPr>
          <w:p w:rsidR="001F2F59" w:rsidRDefault="001F2F59">
            <w:pPr>
              <w:pStyle w:val="EMPTYCELLSTYLE"/>
            </w:pPr>
          </w:p>
        </w:tc>
      </w:tr>
      <w:tr w:rsidR="001F2F59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1F2F59" w:rsidRDefault="001F2F59">
            <w:pPr>
              <w:pStyle w:val="EMPTYCELLSTYLE"/>
            </w:pPr>
          </w:p>
        </w:tc>
        <w:tc>
          <w:tcPr>
            <w:tcW w:w="240" w:type="dxa"/>
          </w:tcPr>
          <w:p w:rsidR="001F2F59" w:rsidRDefault="001F2F59">
            <w:pPr>
              <w:pStyle w:val="EMPTYCELLSTYLE"/>
            </w:pPr>
          </w:p>
        </w:tc>
        <w:tc>
          <w:tcPr>
            <w:tcW w:w="780" w:type="dxa"/>
          </w:tcPr>
          <w:p w:rsidR="001F2F59" w:rsidRDefault="001F2F59">
            <w:pPr>
              <w:pStyle w:val="EMPTYCELLSTYLE"/>
            </w:pPr>
          </w:p>
        </w:tc>
        <w:tc>
          <w:tcPr>
            <w:tcW w:w="980" w:type="dxa"/>
          </w:tcPr>
          <w:p w:rsidR="001F2F59" w:rsidRDefault="001F2F59">
            <w:pPr>
              <w:pStyle w:val="EMPTYCELLSTYLE"/>
            </w:pPr>
          </w:p>
        </w:tc>
        <w:tc>
          <w:tcPr>
            <w:tcW w:w="1320" w:type="dxa"/>
          </w:tcPr>
          <w:p w:rsidR="001F2F59" w:rsidRDefault="001F2F59">
            <w:pPr>
              <w:pStyle w:val="EMPTYCELLSTYLE"/>
            </w:pPr>
          </w:p>
        </w:tc>
        <w:tc>
          <w:tcPr>
            <w:tcW w:w="3240" w:type="dxa"/>
          </w:tcPr>
          <w:p w:rsidR="001F2F59" w:rsidRDefault="001F2F59">
            <w:pPr>
              <w:pStyle w:val="EMPTYCELLSTYLE"/>
            </w:pPr>
          </w:p>
        </w:tc>
        <w:tc>
          <w:tcPr>
            <w:tcW w:w="1200" w:type="dxa"/>
          </w:tcPr>
          <w:p w:rsidR="001F2F59" w:rsidRDefault="001F2F59">
            <w:pPr>
              <w:pStyle w:val="EMPTYCELLSTYLE"/>
            </w:pPr>
          </w:p>
        </w:tc>
        <w:tc>
          <w:tcPr>
            <w:tcW w:w="1200" w:type="dxa"/>
          </w:tcPr>
          <w:p w:rsidR="001F2F59" w:rsidRDefault="001F2F59">
            <w:pPr>
              <w:pStyle w:val="EMPTYCELLSTYLE"/>
            </w:pPr>
          </w:p>
        </w:tc>
        <w:tc>
          <w:tcPr>
            <w:tcW w:w="2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F2F59" w:rsidRDefault="001F2F59">
            <w:pPr>
              <w:jc w:val="right"/>
            </w:pPr>
            <w:r>
              <w:rPr>
                <w:sz w:val="16"/>
              </w:rPr>
              <w:t>(грн.)</w:t>
            </w:r>
          </w:p>
        </w:tc>
        <w:tc>
          <w:tcPr>
            <w:tcW w:w="400" w:type="dxa"/>
          </w:tcPr>
          <w:p w:rsidR="001F2F59" w:rsidRDefault="001F2F59">
            <w:pPr>
              <w:pStyle w:val="EMPTYCELLSTYLE"/>
            </w:pPr>
          </w:p>
        </w:tc>
      </w:tr>
      <w:tr w:rsidR="001F2F59">
        <w:tblPrEx>
          <w:tblCellMar>
            <w:top w:w="0" w:type="dxa"/>
            <w:bottom w:w="0" w:type="dxa"/>
          </w:tblCellMar>
        </w:tblPrEx>
        <w:trPr>
          <w:trHeight w:hRule="exact" w:val="1300"/>
        </w:trPr>
        <w:tc>
          <w:tcPr>
            <w:tcW w:w="400" w:type="dxa"/>
          </w:tcPr>
          <w:p w:rsidR="001F2F59" w:rsidRDefault="001F2F59">
            <w:pPr>
              <w:pStyle w:val="EMPTYCELLSTYLE"/>
            </w:pPr>
          </w:p>
        </w:tc>
        <w:tc>
          <w:tcPr>
            <w:tcW w:w="240" w:type="dxa"/>
          </w:tcPr>
          <w:p w:rsidR="001F2F59" w:rsidRDefault="001F2F59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2F59" w:rsidRDefault="001F2F59">
            <w:pPr>
              <w:jc w:val="center"/>
            </w:pPr>
            <w:r>
              <w:rPr>
                <w:b/>
                <w:sz w:val="16"/>
              </w:rPr>
              <w:t>Код Програмної класифікації видатків та кредитування місцевого бюджету /</w:t>
            </w:r>
            <w:r>
              <w:rPr>
                <w:b/>
                <w:sz w:val="16"/>
              </w:rPr>
              <w:br/>
              <w:t>Код бюджету</w:t>
            </w:r>
            <w:r>
              <w:rPr>
                <w:b/>
                <w:sz w:val="16"/>
              </w:rPr>
              <w:br/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2F59" w:rsidRDefault="001F2F59">
            <w:pPr>
              <w:jc w:val="center"/>
            </w:pPr>
            <w:r>
              <w:rPr>
                <w:b/>
                <w:sz w:val="16"/>
              </w:rPr>
              <w:t>Код типової програмної класифікації видатків та кредитування місцевого бюджету</w:t>
            </w:r>
          </w:p>
        </w:tc>
        <w:tc>
          <w:tcPr>
            <w:tcW w:w="56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2F59" w:rsidRDefault="001F2F59">
            <w:pPr>
              <w:jc w:val="center"/>
            </w:pPr>
            <w:r>
              <w:rPr>
                <w:b/>
                <w:sz w:val="16"/>
              </w:rPr>
              <w:t>Найменування трансферту /</w:t>
            </w:r>
            <w:r>
              <w:rPr>
                <w:b/>
                <w:sz w:val="16"/>
              </w:rPr>
              <w:br/>
              <w:t>Найменування бюджету – отримувача міжбюджетного трансферту</w:t>
            </w:r>
            <w:r>
              <w:rPr>
                <w:b/>
                <w:sz w:val="16"/>
              </w:rPr>
              <w:br/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2F59" w:rsidRDefault="001F2F59">
            <w:pPr>
              <w:jc w:val="center"/>
            </w:pPr>
            <w:r>
              <w:rPr>
                <w:b/>
                <w:sz w:val="16"/>
              </w:rPr>
              <w:t>Усього</w:t>
            </w:r>
          </w:p>
        </w:tc>
        <w:tc>
          <w:tcPr>
            <w:tcW w:w="400" w:type="dxa"/>
          </w:tcPr>
          <w:p w:rsidR="001F2F59" w:rsidRDefault="001F2F59">
            <w:pPr>
              <w:pStyle w:val="EMPTYCELLSTYLE"/>
            </w:pPr>
          </w:p>
        </w:tc>
      </w:tr>
      <w:tr w:rsidR="001F2F59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1F2F59" w:rsidRDefault="001F2F59">
            <w:pPr>
              <w:pStyle w:val="EMPTYCELLSTYLE"/>
            </w:pPr>
          </w:p>
        </w:tc>
        <w:tc>
          <w:tcPr>
            <w:tcW w:w="240" w:type="dxa"/>
          </w:tcPr>
          <w:p w:rsidR="001F2F59" w:rsidRDefault="001F2F59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2F59" w:rsidRDefault="001F2F59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2F59" w:rsidRDefault="001F2F59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56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2F59" w:rsidRDefault="001F2F59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2F59" w:rsidRDefault="001F2F59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400" w:type="dxa"/>
          </w:tcPr>
          <w:p w:rsidR="001F2F59" w:rsidRDefault="001F2F59">
            <w:pPr>
              <w:pStyle w:val="EMPTYCELLSTYLE"/>
            </w:pPr>
          </w:p>
        </w:tc>
      </w:tr>
      <w:tr w:rsidR="001F2F59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1F2F59" w:rsidRDefault="001F2F59">
            <w:pPr>
              <w:pStyle w:val="EMPTYCELLSTYLE"/>
            </w:pPr>
          </w:p>
        </w:tc>
        <w:tc>
          <w:tcPr>
            <w:tcW w:w="240" w:type="dxa"/>
          </w:tcPr>
          <w:p w:rsidR="001F2F59" w:rsidRDefault="001F2F59">
            <w:pPr>
              <w:pStyle w:val="EMPTYCELLSTYLE"/>
            </w:pPr>
          </w:p>
        </w:tc>
        <w:tc>
          <w:tcPr>
            <w:tcW w:w="1086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F2F59" w:rsidRDefault="001F2F59">
            <w:pPr>
              <w:ind w:left="80"/>
              <w:jc w:val="center"/>
            </w:pPr>
            <w:r>
              <w:t>І. Трансферти із загального фонду бюджету</w:t>
            </w:r>
          </w:p>
        </w:tc>
        <w:tc>
          <w:tcPr>
            <w:tcW w:w="400" w:type="dxa"/>
          </w:tcPr>
          <w:p w:rsidR="001F2F59" w:rsidRDefault="001F2F59">
            <w:pPr>
              <w:pStyle w:val="EMPTYCELLSTYLE"/>
            </w:pPr>
          </w:p>
        </w:tc>
      </w:tr>
      <w:tr w:rsidR="001F2F59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1F2F59" w:rsidRDefault="001F2F59">
            <w:pPr>
              <w:pStyle w:val="EMPTYCELLSTYLE"/>
            </w:pPr>
          </w:p>
        </w:tc>
        <w:tc>
          <w:tcPr>
            <w:tcW w:w="240" w:type="dxa"/>
          </w:tcPr>
          <w:p w:rsidR="001F2F59" w:rsidRDefault="001F2F59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F2F59" w:rsidRDefault="001F2F59">
            <w:pPr>
              <w:ind w:right="140"/>
              <w:jc w:val="center"/>
            </w:pPr>
            <w:r>
              <w:rPr>
                <w:b/>
                <w:sz w:val="16"/>
              </w:rPr>
              <w:t>0619770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F2F59" w:rsidRDefault="001F2F59">
            <w:pPr>
              <w:ind w:right="140"/>
              <w:jc w:val="center"/>
            </w:pPr>
            <w:r>
              <w:rPr>
                <w:b/>
                <w:sz w:val="16"/>
              </w:rPr>
              <w:t>9770</w:t>
            </w:r>
          </w:p>
        </w:tc>
        <w:tc>
          <w:tcPr>
            <w:tcW w:w="56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F2F59" w:rsidRDefault="001F2F59">
            <w:pPr>
              <w:ind w:left="60"/>
            </w:pPr>
            <w:r>
              <w:rPr>
                <w:b/>
                <w:sz w:val="16"/>
              </w:rPr>
              <w:t>Інші субвенції з місцевого бюджету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F2F59" w:rsidRDefault="001F2F59">
            <w:pPr>
              <w:ind w:right="60"/>
              <w:jc w:val="right"/>
            </w:pPr>
            <w:r>
              <w:rPr>
                <w:b/>
                <w:sz w:val="16"/>
              </w:rPr>
              <w:t>266 760,00</w:t>
            </w:r>
          </w:p>
        </w:tc>
        <w:tc>
          <w:tcPr>
            <w:tcW w:w="400" w:type="dxa"/>
          </w:tcPr>
          <w:p w:rsidR="001F2F59" w:rsidRDefault="001F2F59">
            <w:pPr>
              <w:pStyle w:val="EMPTYCELLSTYLE"/>
            </w:pPr>
          </w:p>
        </w:tc>
      </w:tr>
      <w:tr w:rsidR="001F2F59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1F2F59" w:rsidRDefault="001F2F59">
            <w:pPr>
              <w:pStyle w:val="EMPTYCELLSTYLE"/>
            </w:pPr>
          </w:p>
        </w:tc>
        <w:tc>
          <w:tcPr>
            <w:tcW w:w="240" w:type="dxa"/>
          </w:tcPr>
          <w:p w:rsidR="001F2F59" w:rsidRDefault="001F2F59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F2F59" w:rsidRDefault="001F2F59">
            <w:pPr>
              <w:ind w:right="140"/>
              <w:jc w:val="center"/>
            </w:pPr>
            <w:r>
              <w:rPr>
                <w:sz w:val="16"/>
              </w:rPr>
              <w:t>0610000000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F2F59" w:rsidRDefault="001F2F59">
            <w:pPr>
              <w:ind w:right="140"/>
              <w:jc w:val="right"/>
            </w:pPr>
          </w:p>
        </w:tc>
        <w:tc>
          <w:tcPr>
            <w:tcW w:w="56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F2F59" w:rsidRDefault="001F2F59">
            <w:pPr>
              <w:ind w:left="60"/>
            </w:pPr>
            <w:r>
              <w:rPr>
                <w:sz w:val="16"/>
              </w:rPr>
              <w:t>Обласний бюджет Житомирської області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F2F59" w:rsidRDefault="001F2F59">
            <w:pPr>
              <w:ind w:right="60"/>
              <w:jc w:val="right"/>
            </w:pPr>
            <w:r>
              <w:rPr>
                <w:sz w:val="16"/>
              </w:rPr>
              <w:t>266 760,00</w:t>
            </w:r>
          </w:p>
        </w:tc>
        <w:tc>
          <w:tcPr>
            <w:tcW w:w="400" w:type="dxa"/>
          </w:tcPr>
          <w:p w:rsidR="001F2F59" w:rsidRDefault="001F2F59">
            <w:pPr>
              <w:pStyle w:val="EMPTYCELLSTYLE"/>
            </w:pPr>
          </w:p>
        </w:tc>
      </w:tr>
      <w:tr w:rsidR="001F2F59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1F2F59" w:rsidRDefault="001F2F59">
            <w:pPr>
              <w:pStyle w:val="EMPTYCELLSTYLE"/>
            </w:pPr>
          </w:p>
        </w:tc>
        <w:tc>
          <w:tcPr>
            <w:tcW w:w="240" w:type="dxa"/>
          </w:tcPr>
          <w:p w:rsidR="001F2F59" w:rsidRDefault="001F2F59">
            <w:pPr>
              <w:pStyle w:val="EMPTYCELLSTYLE"/>
            </w:pPr>
          </w:p>
        </w:tc>
        <w:tc>
          <w:tcPr>
            <w:tcW w:w="1086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F2F59" w:rsidRDefault="001F2F59">
            <w:pPr>
              <w:ind w:left="80"/>
              <w:jc w:val="center"/>
            </w:pPr>
            <w:r>
              <w:t>ІІ. Трансферти із спеціального фонду бюджету</w:t>
            </w:r>
          </w:p>
        </w:tc>
        <w:tc>
          <w:tcPr>
            <w:tcW w:w="400" w:type="dxa"/>
          </w:tcPr>
          <w:p w:rsidR="001F2F59" w:rsidRDefault="001F2F59">
            <w:pPr>
              <w:pStyle w:val="EMPTYCELLSTYLE"/>
            </w:pPr>
          </w:p>
        </w:tc>
      </w:tr>
      <w:tr w:rsidR="001F2F59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1F2F59" w:rsidRDefault="001F2F59">
            <w:pPr>
              <w:pStyle w:val="EMPTYCELLSTYLE"/>
            </w:pPr>
          </w:p>
        </w:tc>
        <w:tc>
          <w:tcPr>
            <w:tcW w:w="240" w:type="dxa"/>
          </w:tcPr>
          <w:p w:rsidR="001F2F59" w:rsidRDefault="001F2F59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F2F59" w:rsidRDefault="001F2F59">
            <w:pPr>
              <w:jc w:val="center"/>
            </w:pPr>
            <w:r>
              <w:rPr>
                <w:sz w:val="16"/>
              </w:rPr>
              <w:t>Х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F2F59" w:rsidRDefault="001F2F59">
            <w:pPr>
              <w:ind w:left="80"/>
            </w:pPr>
            <w:r>
              <w:rPr>
                <w:b/>
              </w:rPr>
              <w:t>УСЬОГО за розділами І, ІІ, у тому числі: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2F59" w:rsidRDefault="001F2F59">
            <w:pPr>
              <w:ind w:right="60"/>
              <w:jc w:val="right"/>
            </w:pPr>
            <w:r>
              <w:rPr>
                <w:b/>
                <w:sz w:val="16"/>
              </w:rPr>
              <w:t>266 760,00</w:t>
            </w:r>
          </w:p>
        </w:tc>
        <w:tc>
          <w:tcPr>
            <w:tcW w:w="400" w:type="dxa"/>
          </w:tcPr>
          <w:p w:rsidR="001F2F59" w:rsidRDefault="001F2F59">
            <w:pPr>
              <w:pStyle w:val="EMPTYCELLSTYLE"/>
            </w:pPr>
          </w:p>
        </w:tc>
      </w:tr>
      <w:tr w:rsidR="001F2F59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1F2F59" w:rsidRDefault="001F2F59">
            <w:pPr>
              <w:pStyle w:val="EMPTYCELLSTYLE"/>
            </w:pPr>
          </w:p>
        </w:tc>
        <w:tc>
          <w:tcPr>
            <w:tcW w:w="240" w:type="dxa"/>
          </w:tcPr>
          <w:p w:rsidR="001F2F59" w:rsidRDefault="001F2F59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F2F59" w:rsidRDefault="001F2F59">
            <w:pPr>
              <w:jc w:val="center"/>
            </w:pPr>
            <w:r>
              <w:rPr>
                <w:sz w:val="16"/>
              </w:rPr>
              <w:t>Х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F2F59" w:rsidRDefault="001F2F59">
            <w:pPr>
              <w:ind w:left="80"/>
            </w:pPr>
            <w:r>
              <w:t>загальний фонд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2F59" w:rsidRDefault="001F2F59">
            <w:pPr>
              <w:ind w:right="60"/>
              <w:jc w:val="right"/>
            </w:pPr>
            <w:r>
              <w:rPr>
                <w:b/>
                <w:sz w:val="16"/>
              </w:rPr>
              <w:t>266 760,00</w:t>
            </w:r>
          </w:p>
        </w:tc>
        <w:tc>
          <w:tcPr>
            <w:tcW w:w="400" w:type="dxa"/>
          </w:tcPr>
          <w:p w:rsidR="001F2F59" w:rsidRDefault="001F2F59">
            <w:pPr>
              <w:pStyle w:val="EMPTYCELLSTYLE"/>
            </w:pPr>
          </w:p>
        </w:tc>
      </w:tr>
      <w:tr w:rsidR="001F2F59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1F2F59" w:rsidRDefault="001F2F59">
            <w:pPr>
              <w:pStyle w:val="EMPTYCELLSTYLE"/>
            </w:pPr>
          </w:p>
        </w:tc>
        <w:tc>
          <w:tcPr>
            <w:tcW w:w="240" w:type="dxa"/>
          </w:tcPr>
          <w:p w:rsidR="001F2F59" w:rsidRDefault="001F2F59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F2F59" w:rsidRDefault="001F2F59">
            <w:pPr>
              <w:jc w:val="center"/>
            </w:pPr>
            <w:r>
              <w:rPr>
                <w:sz w:val="16"/>
              </w:rPr>
              <w:t>Х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F2F59" w:rsidRDefault="001F2F59">
            <w:pPr>
              <w:ind w:left="80"/>
            </w:pPr>
            <w:r>
              <w:t>спеціальний фонд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2F59" w:rsidRDefault="001F2F59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1F2F59" w:rsidRDefault="001F2F59">
            <w:pPr>
              <w:pStyle w:val="EMPTYCELLSTYLE"/>
            </w:pPr>
          </w:p>
        </w:tc>
      </w:tr>
      <w:tr w:rsidR="001F2F59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1F2F59" w:rsidRDefault="001F2F59">
            <w:pPr>
              <w:pStyle w:val="EMPTYCELLSTYLE"/>
            </w:pPr>
          </w:p>
        </w:tc>
        <w:tc>
          <w:tcPr>
            <w:tcW w:w="240" w:type="dxa"/>
          </w:tcPr>
          <w:p w:rsidR="001F2F59" w:rsidRDefault="001F2F59">
            <w:pPr>
              <w:pStyle w:val="EMPTYCELLSTYLE"/>
            </w:pPr>
          </w:p>
        </w:tc>
        <w:tc>
          <w:tcPr>
            <w:tcW w:w="780" w:type="dxa"/>
          </w:tcPr>
          <w:p w:rsidR="001F2F59" w:rsidRDefault="001F2F59">
            <w:pPr>
              <w:pStyle w:val="EMPTYCELLSTYLE"/>
            </w:pPr>
          </w:p>
        </w:tc>
        <w:tc>
          <w:tcPr>
            <w:tcW w:w="980" w:type="dxa"/>
          </w:tcPr>
          <w:p w:rsidR="001F2F59" w:rsidRDefault="001F2F59">
            <w:pPr>
              <w:pStyle w:val="EMPTYCELLSTYLE"/>
            </w:pPr>
          </w:p>
        </w:tc>
        <w:tc>
          <w:tcPr>
            <w:tcW w:w="1320" w:type="dxa"/>
          </w:tcPr>
          <w:p w:rsidR="001F2F59" w:rsidRDefault="001F2F59">
            <w:pPr>
              <w:pStyle w:val="EMPTYCELLSTYLE"/>
            </w:pPr>
          </w:p>
        </w:tc>
        <w:tc>
          <w:tcPr>
            <w:tcW w:w="3240" w:type="dxa"/>
          </w:tcPr>
          <w:p w:rsidR="001F2F59" w:rsidRDefault="001F2F59">
            <w:pPr>
              <w:pStyle w:val="EMPTYCELLSTYLE"/>
            </w:pPr>
          </w:p>
        </w:tc>
        <w:tc>
          <w:tcPr>
            <w:tcW w:w="1200" w:type="dxa"/>
          </w:tcPr>
          <w:p w:rsidR="001F2F59" w:rsidRDefault="001F2F59">
            <w:pPr>
              <w:pStyle w:val="EMPTYCELLSTYLE"/>
            </w:pPr>
          </w:p>
        </w:tc>
        <w:tc>
          <w:tcPr>
            <w:tcW w:w="1200" w:type="dxa"/>
          </w:tcPr>
          <w:p w:rsidR="001F2F59" w:rsidRDefault="001F2F59">
            <w:pPr>
              <w:pStyle w:val="EMPTYCELLSTYLE"/>
            </w:pPr>
          </w:p>
        </w:tc>
        <w:tc>
          <w:tcPr>
            <w:tcW w:w="2140" w:type="dxa"/>
          </w:tcPr>
          <w:p w:rsidR="001F2F59" w:rsidRDefault="001F2F59">
            <w:pPr>
              <w:pStyle w:val="EMPTYCELLSTYLE"/>
            </w:pPr>
          </w:p>
        </w:tc>
        <w:tc>
          <w:tcPr>
            <w:tcW w:w="400" w:type="dxa"/>
          </w:tcPr>
          <w:p w:rsidR="001F2F59" w:rsidRDefault="001F2F59">
            <w:pPr>
              <w:pStyle w:val="EMPTYCELLSTYLE"/>
            </w:pPr>
          </w:p>
        </w:tc>
      </w:tr>
      <w:tr w:rsidR="001F2F59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1F2F59" w:rsidRDefault="001F2F59">
            <w:pPr>
              <w:pStyle w:val="EMPTYCELLSTYLE"/>
            </w:pPr>
          </w:p>
        </w:tc>
        <w:tc>
          <w:tcPr>
            <w:tcW w:w="240" w:type="dxa"/>
          </w:tcPr>
          <w:p w:rsidR="001F2F59" w:rsidRDefault="001F2F59">
            <w:pPr>
              <w:pStyle w:val="EMPTYCELLSTYLE"/>
            </w:pPr>
          </w:p>
        </w:tc>
        <w:tc>
          <w:tcPr>
            <w:tcW w:w="780" w:type="dxa"/>
          </w:tcPr>
          <w:p w:rsidR="001F2F59" w:rsidRDefault="001F2F59">
            <w:pPr>
              <w:pStyle w:val="EMPTYCELLSTYLE"/>
            </w:pPr>
          </w:p>
        </w:tc>
        <w:tc>
          <w:tcPr>
            <w:tcW w:w="55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1F2F59" w:rsidRDefault="001F2F59">
            <w:pPr>
              <w:ind w:right="60"/>
            </w:pPr>
            <w:r>
              <w:rPr>
                <w:b/>
              </w:rPr>
              <w:t>Керуючий справами виконавчого комітету</w:t>
            </w:r>
          </w:p>
        </w:tc>
        <w:tc>
          <w:tcPr>
            <w:tcW w:w="1200" w:type="dxa"/>
          </w:tcPr>
          <w:p w:rsidR="001F2F59" w:rsidRDefault="001F2F59">
            <w:pPr>
              <w:pStyle w:val="EMPTYCELLSTYLE"/>
            </w:pPr>
          </w:p>
        </w:tc>
        <w:tc>
          <w:tcPr>
            <w:tcW w:w="33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1F2F59" w:rsidRDefault="001F2F59">
            <w:r>
              <w:t>Ігор МАЛЕГУС</w:t>
            </w:r>
          </w:p>
        </w:tc>
        <w:tc>
          <w:tcPr>
            <w:tcW w:w="400" w:type="dxa"/>
          </w:tcPr>
          <w:p w:rsidR="001F2F59" w:rsidRDefault="001F2F59">
            <w:pPr>
              <w:pStyle w:val="EMPTYCELLSTYLE"/>
            </w:pPr>
          </w:p>
        </w:tc>
      </w:tr>
    </w:tbl>
    <w:p w:rsidR="001F2F59" w:rsidRDefault="001F2F59"/>
    <w:sectPr w:rsidR="001F2F59" w:rsidSect="004E7377">
      <w:pgSz w:w="11900" w:h="16840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80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7377"/>
    <w:rsid w:val="001F2F59"/>
    <w:rsid w:val="004E7377"/>
    <w:rsid w:val="006F14AE"/>
    <w:rsid w:val="00F04CD4"/>
    <w:rsid w:val="00F766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MPTYCELLSTYLE">
    <w:name w:val="EMPTY_CELL_STYLE"/>
    <w:uiPriority w:val="99"/>
    <w:rsid w:val="004E7377"/>
    <w:rPr>
      <w:sz w:val="2"/>
      <w:szCs w:val="20"/>
    </w:rPr>
  </w:style>
  <w:style w:type="paragraph" w:customStyle="1" w:styleId="CrosstabDataText">
    <w:name w:val="Crosstab Data Text"/>
    <w:uiPriority w:val="99"/>
    <w:rsid w:val="004E7377"/>
    <w:pPr>
      <w:jc w:val="center"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1305</Words>
  <Characters>745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 4</dc:title>
  <dc:subject/>
  <dc:creator/>
  <cp:keywords/>
  <dc:description/>
  <cp:lastModifiedBy>Dom</cp:lastModifiedBy>
  <cp:revision>2</cp:revision>
  <cp:lastPrinted>2023-12-22T10:40:00Z</cp:lastPrinted>
  <dcterms:created xsi:type="dcterms:W3CDTF">2023-12-22T10:41:00Z</dcterms:created>
  <dcterms:modified xsi:type="dcterms:W3CDTF">2023-12-22T10:41:00Z</dcterms:modified>
</cp:coreProperties>
</file>