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B" w:rsidRPr="007C4AB0" w:rsidRDefault="007F5DBB" w:rsidP="000913FA">
      <w:pPr>
        <w:jc w:val="right"/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>Додаток</w:t>
      </w:r>
    </w:p>
    <w:p w:rsidR="007F5DBB" w:rsidRPr="007C4AB0" w:rsidRDefault="007F5DBB" w:rsidP="000913FA">
      <w:pPr>
        <w:tabs>
          <w:tab w:val="left" w:pos="12624"/>
          <w:tab w:val="right" w:pos="15732"/>
        </w:tabs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ab/>
        <w:t xml:space="preserve"> До рішення №         від            </w:t>
      </w:r>
    </w:p>
    <w:p w:rsidR="007F5DBB" w:rsidRPr="00312383" w:rsidRDefault="007F5DBB" w:rsidP="000913FA">
      <w:pPr>
        <w:pStyle w:val="Heading1"/>
        <w:ind w:right="0"/>
        <w:jc w:val="right"/>
        <w:rPr>
          <w:b w:val="0"/>
          <w:sz w:val="16"/>
          <w:szCs w:val="16"/>
        </w:rPr>
      </w:pPr>
      <w:r w:rsidRPr="007C4AB0">
        <w:rPr>
          <w:sz w:val="20"/>
        </w:rPr>
        <w:t xml:space="preserve"> </w:t>
      </w:r>
      <w:r w:rsidRPr="007C4AB0">
        <w:rPr>
          <w:b w:val="0"/>
          <w:sz w:val="20"/>
        </w:rPr>
        <w:t>Додаток</w:t>
      </w:r>
      <w:r w:rsidRPr="00312383">
        <w:rPr>
          <w:b w:val="0"/>
          <w:sz w:val="16"/>
          <w:szCs w:val="16"/>
        </w:rPr>
        <w:t xml:space="preserve"> 2</w:t>
      </w:r>
    </w:p>
    <w:p w:rsidR="007F5DBB" w:rsidRPr="00312383" w:rsidRDefault="007F5DBB" w:rsidP="000913FA">
      <w:pPr>
        <w:pStyle w:val="Heading1"/>
        <w:ind w:right="0"/>
        <w:jc w:val="right"/>
        <w:rPr>
          <w:b w:val="0"/>
          <w:sz w:val="16"/>
          <w:szCs w:val="16"/>
        </w:rPr>
      </w:pPr>
      <w:r w:rsidRPr="00312383">
        <w:rPr>
          <w:b w:val="0"/>
          <w:sz w:val="16"/>
          <w:szCs w:val="16"/>
        </w:rPr>
        <w:t>Програми підтримки учасників антитерористичної операції та членів їх сімей –  мешканців</w:t>
      </w:r>
    </w:p>
    <w:p w:rsidR="007F5DBB" w:rsidRPr="004E6DE5" w:rsidRDefault="007F5DBB" w:rsidP="000913FA">
      <w:pPr>
        <w:jc w:val="right"/>
        <w:rPr>
          <w:sz w:val="16"/>
          <w:szCs w:val="16"/>
          <w:lang w:val="uk-UA"/>
        </w:rPr>
      </w:pPr>
      <w:r w:rsidRPr="00312383">
        <w:rPr>
          <w:sz w:val="16"/>
          <w:szCs w:val="16"/>
          <w:lang w:val="uk-UA"/>
        </w:rPr>
        <w:t xml:space="preserve"> Малинської міської територіальної громади на 2021-2023 роки</w:t>
      </w:r>
    </w:p>
    <w:p w:rsidR="007F5DBB" w:rsidRDefault="007F5DBB" w:rsidP="000913FA">
      <w:pPr>
        <w:jc w:val="center"/>
        <w:rPr>
          <w:sz w:val="20"/>
          <w:szCs w:val="20"/>
          <w:lang w:val="uk-UA"/>
        </w:rPr>
      </w:pPr>
    </w:p>
    <w:p w:rsidR="007F5DBB" w:rsidRPr="009B6BBE" w:rsidRDefault="007F5DBB" w:rsidP="000913FA">
      <w:pPr>
        <w:jc w:val="center"/>
        <w:rPr>
          <w:sz w:val="20"/>
          <w:szCs w:val="20"/>
          <w:lang w:val="uk-UA"/>
        </w:rPr>
      </w:pPr>
    </w:p>
    <w:p w:rsidR="007F5DBB" w:rsidRDefault="007F5DBB" w:rsidP="000913FA">
      <w:pPr>
        <w:jc w:val="center"/>
        <w:rPr>
          <w:szCs w:val="28"/>
          <w:lang w:val="uk-UA"/>
        </w:rPr>
      </w:pPr>
      <w:r w:rsidRPr="0051119B">
        <w:rPr>
          <w:sz w:val="22"/>
          <w:lang w:val="uk-UA"/>
        </w:rPr>
        <w:t>НЕОБХІДНА СУМА ВИДАТКІВ</w:t>
      </w:r>
      <w:r w:rsidRPr="0051119B">
        <w:rPr>
          <w:sz w:val="22"/>
          <w:lang w:val="uk-UA"/>
        </w:rPr>
        <w:br/>
        <w:t xml:space="preserve">на фінансування Програми підтримки учасників антитерористичних операцій та членів їх сімей – </w:t>
      </w:r>
      <w:r w:rsidRPr="0051119B">
        <w:rPr>
          <w:sz w:val="22"/>
          <w:lang w:val="uk-UA"/>
        </w:rPr>
        <w:br/>
        <w:t xml:space="preserve">                                                мешканців Малинської міської територіальної громади на 2021 – 2023 роки</w:t>
      </w:r>
      <w:r w:rsidRPr="0051119B">
        <w:rPr>
          <w:szCs w:val="28"/>
          <w:lang w:val="uk-UA"/>
        </w:rPr>
        <w:t xml:space="preserve">        </w:t>
      </w:r>
    </w:p>
    <w:p w:rsidR="007F5DBB" w:rsidRDefault="007F5DBB" w:rsidP="000913FA">
      <w:pPr>
        <w:jc w:val="center"/>
        <w:rPr>
          <w:szCs w:val="28"/>
          <w:lang w:val="uk-UA"/>
        </w:rPr>
      </w:pPr>
      <w:r w:rsidRPr="009B6BBE">
        <w:rPr>
          <w:i/>
          <w:lang w:val="uk-UA"/>
        </w:rPr>
        <w:t>/ грн./</w:t>
      </w:r>
    </w:p>
    <w:p w:rsidR="007F5DBB" w:rsidRPr="009B6BBE" w:rsidRDefault="007F5DBB" w:rsidP="000913FA">
      <w:pPr>
        <w:jc w:val="center"/>
        <w:rPr>
          <w:lang w:val="uk-UA"/>
        </w:rPr>
      </w:pPr>
      <w:r w:rsidRPr="0051119B">
        <w:rPr>
          <w:szCs w:val="28"/>
          <w:lang w:val="uk-UA"/>
        </w:rPr>
        <w:t xml:space="preserve">                                   </w:t>
      </w:r>
      <w:r w:rsidRPr="0051119B">
        <w:rPr>
          <w:i/>
          <w:szCs w:val="28"/>
          <w:lang w:val="uk-UA"/>
        </w:rPr>
        <w:t xml:space="preserve">               </w:t>
      </w:r>
    </w:p>
    <w:tbl>
      <w:tblPr>
        <w:tblW w:w="16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9602"/>
        <w:gridCol w:w="1129"/>
        <w:gridCol w:w="1440"/>
        <w:gridCol w:w="52"/>
        <w:gridCol w:w="1492"/>
        <w:gridCol w:w="1621"/>
      </w:tblGrid>
      <w:tr w:rsidR="007F5DBB" w:rsidRPr="0051119B" w:rsidTr="005C5032">
        <w:trPr>
          <w:trHeight w:val="362"/>
        </w:trPr>
        <w:tc>
          <w:tcPr>
            <w:tcW w:w="717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№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з/п</w:t>
            </w:r>
          </w:p>
        </w:tc>
        <w:tc>
          <w:tcPr>
            <w:tcW w:w="9602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szCs w:val="28"/>
                <w:lang w:val="uk-UA"/>
              </w:rPr>
            </w:pPr>
          </w:p>
          <w:p w:rsidR="007F5DBB" w:rsidRPr="0051119B" w:rsidRDefault="007F5DBB" w:rsidP="00E21FE9">
            <w:pPr>
              <w:jc w:val="center"/>
              <w:rPr>
                <w:i/>
                <w:szCs w:val="28"/>
                <w:lang w:val="uk-UA"/>
              </w:rPr>
            </w:pPr>
            <w:r w:rsidRPr="0051119B">
              <w:rPr>
                <w:i/>
                <w:sz w:val="22"/>
                <w:szCs w:val="28"/>
                <w:lang w:val="uk-UA"/>
              </w:rPr>
              <w:t>Напрямки використання</w:t>
            </w:r>
          </w:p>
        </w:tc>
        <w:tc>
          <w:tcPr>
            <w:tcW w:w="1129" w:type="dxa"/>
            <w:vMerge w:val="restart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bCs/>
                <w:sz w:val="22"/>
              </w:rPr>
              <w:t>К</w:t>
            </w:r>
            <w:r w:rsidRPr="0051119B">
              <w:rPr>
                <w:bCs/>
                <w:sz w:val="22"/>
                <w:lang w:val="uk-UA"/>
              </w:rPr>
              <w:t>ПКВК</w:t>
            </w:r>
            <w:r w:rsidRPr="0051119B">
              <w:rPr>
                <w:sz w:val="22"/>
              </w:rPr>
              <w:t> / </w:t>
            </w:r>
            <w:r w:rsidRPr="0051119B">
              <w:rPr>
                <w:sz w:val="22"/>
              </w:rPr>
              <w:br/>
            </w:r>
            <w:r w:rsidRPr="0051119B">
              <w:rPr>
                <w:sz w:val="22"/>
                <w:lang w:val="uk-UA"/>
              </w:rPr>
              <w:t>КЕКВ</w:t>
            </w:r>
          </w:p>
        </w:tc>
        <w:tc>
          <w:tcPr>
            <w:tcW w:w="4605" w:type="dxa"/>
            <w:gridSpan w:val="4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Потреба за роками:</w:t>
            </w:r>
          </w:p>
        </w:tc>
      </w:tr>
      <w:tr w:rsidR="007F5DBB" w:rsidRPr="0051119B" w:rsidTr="005C5032">
        <w:trPr>
          <w:trHeight w:val="274"/>
        </w:trPr>
        <w:tc>
          <w:tcPr>
            <w:tcW w:w="717" w:type="dxa"/>
            <w:vMerge/>
          </w:tcPr>
          <w:p w:rsidR="007F5DBB" w:rsidRPr="0051119B" w:rsidRDefault="007F5DBB" w:rsidP="00E21FE9">
            <w:pPr>
              <w:jc w:val="both"/>
              <w:rPr>
                <w:i/>
                <w:szCs w:val="28"/>
                <w:lang w:val="uk-UA"/>
              </w:rPr>
            </w:pPr>
          </w:p>
        </w:tc>
        <w:tc>
          <w:tcPr>
            <w:tcW w:w="9602" w:type="dxa"/>
            <w:vMerge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129" w:type="dxa"/>
            <w:vMerge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1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рік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2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</w:t>
            </w:r>
            <w:r>
              <w:rPr>
                <w:i/>
                <w:sz w:val="22"/>
                <w:lang w:val="uk-UA"/>
              </w:rPr>
              <w:t>3</w:t>
            </w:r>
          </w:p>
          <w:p w:rsidR="007F5DBB" w:rsidRPr="0051119B" w:rsidRDefault="007F5DBB" w:rsidP="00E21FE9">
            <w:pPr>
              <w:jc w:val="center"/>
              <w:rPr>
                <w:i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</w:tr>
      <w:tr w:rsidR="007F5DBB" w:rsidRPr="0051119B" w:rsidTr="005C5032">
        <w:trPr>
          <w:trHeight w:val="201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2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3</w:t>
            </w:r>
          </w:p>
        </w:tc>
        <w:tc>
          <w:tcPr>
            <w:tcW w:w="1440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4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5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6</w:t>
            </w:r>
          </w:p>
        </w:tc>
      </w:tr>
      <w:tr w:rsidR="007F5DBB" w:rsidRPr="0051119B" w:rsidTr="005C5032">
        <w:trPr>
          <w:trHeight w:val="509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поховання загиблих учасників АТО/ООС</w:t>
            </w:r>
            <w:r>
              <w:rPr>
                <w:sz w:val="22"/>
                <w:lang w:val="uk-UA"/>
              </w:rPr>
              <w:t xml:space="preserve"> під час виконання військового обов’язку у зоні АТО/ООС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621" w:type="dxa"/>
          </w:tcPr>
          <w:p w:rsidR="007F5DBB" w:rsidRPr="0051119B" w:rsidRDefault="007F5DBB" w:rsidP="00AE22C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99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транспортних витрат, пов’язаних з АТО/ООС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428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Надання</w:t>
            </w:r>
            <w:r>
              <w:rPr>
                <w:sz w:val="22"/>
                <w:lang w:val="uk-UA"/>
              </w:rPr>
              <w:t xml:space="preserve"> матеріальної допомоги </w:t>
            </w:r>
            <w:r w:rsidRPr="0051119B">
              <w:rPr>
                <w:sz w:val="22"/>
                <w:lang w:val="uk-UA"/>
              </w:rPr>
              <w:t>учасникам АТО/ООС та членам їх сімей, в тому числі: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-//-117200,00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64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>-  надання допомоги на</w:t>
            </w:r>
            <w:r>
              <w:rPr>
                <w:sz w:val="22"/>
                <w:lang w:val="uk-UA"/>
              </w:rPr>
              <w:t xml:space="preserve"> лікування,</w:t>
            </w:r>
            <w:r w:rsidRPr="0051119B">
              <w:rPr>
                <w:sz w:val="22"/>
                <w:lang w:val="uk-UA"/>
              </w:rPr>
              <w:t xml:space="preserve"> соціально-побутові потреби учасникам</w:t>
            </w:r>
            <w:r>
              <w:rPr>
                <w:sz w:val="22"/>
                <w:lang w:val="uk-UA"/>
              </w:rPr>
              <w:t xml:space="preserve"> АТО/ООС</w:t>
            </w:r>
            <w:r w:rsidRPr="0051119B">
              <w:rPr>
                <w:sz w:val="22"/>
                <w:lang w:val="uk-UA"/>
              </w:rPr>
              <w:t xml:space="preserve"> та </w:t>
            </w:r>
            <w:r>
              <w:rPr>
                <w:sz w:val="22"/>
                <w:lang w:val="uk-UA"/>
              </w:rPr>
              <w:t xml:space="preserve"> надання </w:t>
            </w:r>
            <w:r w:rsidRPr="0051119B">
              <w:rPr>
                <w:sz w:val="22"/>
                <w:lang w:val="uk-UA"/>
              </w:rPr>
              <w:t xml:space="preserve">допомоги членам сімей </w:t>
            </w:r>
            <w:r>
              <w:rPr>
                <w:sz w:val="22"/>
                <w:lang w:val="uk-UA"/>
              </w:rPr>
              <w:t xml:space="preserve">учасників </w:t>
            </w:r>
            <w:r w:rsidRPr="0051119B">
              <w:rPr>
                <w:sz w:val="22"/>
                <w:lang w:val="uk-UA"/>
              </w:rPr>
              <w:t>АТО/ООС, безвісти зниклих чи незаконно позбавлених волі заручників</w:t>
            </w:r>
            <w:r>
              <w:rPr>
                <w:sz w:val="22"/>
                <w:lang w:val="uk-UA"/>
              </w:rPr>
              <w:t xml:space="preserve"> та допомоги на соціально-побутові потреби.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51119B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18"/>
        </w:trPr>
        <w:tc>
          <w:tcPr>
            <w:tcW w:w="717" w:type="dxa"/>
          </w:tcPr>
          <w:p w:rsidR="007F5DBB" w:rsidRPr="001D0DCA" w:rsidRDefault="007F5DBB" w:rsidP="00E21FE9">
            <w:pPr>
              <w:jc w:val="center"/>
              <w:rPr>
                <w:lang w:val="uk-UA"/>
              </w:rPr>
            </w:pPr>
            <w:r w:rsidRPr="001D0DCA">
              <w:rPr>
                <w:sz w:val="22"/>
                <w:lang w:val="uk-UA"/>
              </w:rPr>
              <w:t>3.</w:t>
            </w:r>
            <w:r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</w:tcPr>
          <w:p w:rsidR="007F5DBB" w:rsidRPr="006977A0" w:rsidRDefault="007F5DBB" w:rsidP="00E21FE9">
            <w:pPr>
              <w:jc w:val="both"/>
              <w:rPr>
                <w:color w:val="FF0000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Надання допомоги з </w:t>
            </w:r>
            <w:r>
              <w:rPr>
                <w:sz w:val="22"/>
                <w:lang w:val="uk-UA"/>
              </w:rPr>
              <w:t>нагоди відзначення Дня захисників і захисниць</w:t>
            </w:r>
            <w:r w:rsidRPr="0051119B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України</w:t>
            </w:r>
          </w:p>
        </w:tc>
        <w:tc>
          <w:tcPr>
            <w:tcW w:w="1129" w:type="dxa"/>
          </w:tcPr>
          <w:p w:rsidR="007F5DBB" w:rsidRPr="006977A0" w:rsidRDefault="007F5DBB" w:rsidP="00E21FE9">
            <w:pPr>
              <w:rPr>
                <w:color w:val="FF0000"/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1D0DCA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94000,00</w:t>
            </w:r>
          </w:p>
        </w:tc>
        <w:tc>
          <w:tcPr>
            <w:tcW w:w="1544" w:type="dxa"/>
            <w:gridSpan w:val="2"/>
          </w:tcPr>
          <w:p w:rsidR="007F5DBB" w:rsidRPr="001D0DCA" w:rsidRDefault="007F5DBB" w:rsidP="0073603A">
            <w:pPr>
              <w:jc w:val="center"/>
              <w:rPr>
                <w:lang w:val="uk-UA"/>
              </w:rPr>
            </w:pPr>
            <w:r w:rsidRPr="001D0DCA">
              <w:rPr>
                <w:sz w:val="22"/>
                <w:lang w:val="uk-UA"/>
              </w:rPr>
              <w:t>100000</w:t>
            </w:r>
            <w:r>
              <w:rPr>
                <w:sz w:val="22"/>
                <w:lang w:val="uk-UA"/>
              </w:rPr>
              <w:t>,00</w:t>
            </w:r>
          </w:p>
        </w:tc>
        <w:tc>
          <w:tcPr>
            <w:tcW w:w="1621" w:type="dxa"/>
          </w:tcPr>
          <w:p w:rsidR="007F5DBB" w:rsidRPr="006977A0" w:rsidRDefault="007F5DBB" w:rsidP="00E21FE9">
            <w:pPr>
              <w:jc w:val="center"/>
              <w:rPr>
                <w:color w:val="FF0000"/>
                <w:szCs w:val="28"/>
                <w:lang w:val="uk-UA"/>
              </w:rPr>
            </w:pPr>
            <w:r w:rsidRPr="006977A0">
              <w:rPr>
                <w:color w:val="FF0000"/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486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4</w:t>
            </w:r>
          </w:p>
        </w:tc>
        <w:tc>
          <w:tcPr>
            <w:tcW w:w="9602" w:type="dxa"/>
          </w:tcPr>
          <w:p w:rsidR="007F5DBB" w:rsidRPr="0051119B" w:rsidRDefault="007F5DBB" w:rsidP="00E21FE9">
            <w:pPr>
              <w:jc w:val="both"/>
              <w:rPr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Відшкодування 50% вартості пройденого стоматологічного лікування (хірургічного, терапевтичного), зубного протезування 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rPr>
                <w:lang w:val="uk-UA"/>
              </w:rPr>
            </w:pPr>
            <w:r w:rsidRPr="0051119B">
              <w:rPr>
                <w:sz w:val="22"/>
                <w:szCs w:val="22"/>
                <w:lang w:val="uk-UA"/>
              </w:rPr>
              <w:t>0813242 /   2730</w:t>
            </w:r>
          </w:p>
        </w:tc>
        <w:tc>
          <w:tcPr>
            <w:tcW w:w="1492" w:type="dxa"/>
            <w:gridSpan w:val="2"/>
          </w:tcPr>
          <w:p w:rsidR="007F5DBB" w:rsidRPr="00531230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10000,00</w:t>
            </w:r>
          </w:p>
        </w:tc>
        <w:tc>
          <w:tcPr>
            <w:tcW w:w="1492" w:type="dxa"/>
          </w:tcPr>
          <w:p w:rsidR="007F5DBB" w:rsidRPr="00531230" w:rsidRDefault="007F5DBB" w:rsidP="00BE30A2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30000,00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520"/>
        </w:trPr>
        <w:tc>
          <w:tcPr>
            <w:tcW w:w="717" w:type="dxa"/>
          </w:tcPr>
          <w:p w:rsidR="007F5DBB" w:rsidRPr="0051119B" w:rsidRDefault="007F5DBB" w:rsidP="00E21FE9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9602" w:type="dxa"/>
          </w:tcPr>
          <w:p w:rsidR="007F5DBB" w:rsidRPr="004D348C" w:rsidRDefault="007F5DBB" w:rsidP="00E21FE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відшкодування психологічної та професійної реадаптації демобілізованим учасникам АТО/ООС та членам сімей загиблих.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4D348C" w:rsidRDefault="007F5DBB" w:rsidP="00FA46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54000,00</w:t>
            </w:r>
          </w:p>
        </w:tc>
        <w:tc>
          <w:tcPr>
            <w:tcW w:w="1544" w:type="dxa"/>
            <w:gridSpan w:val="2"/>
          </w:tcPr>
          <w:p w:rsidR="007F5DBB" w:rsidRPr="004D348C" w:rsidRDefault="007F5DBB" w:rsidP="007360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190000,00</w:t>
            </w:r>
          </w:p>
        </w:tc>
        <w:tc>
          <w:tcPr>
            <w:tcW w:w="1621" w:type="dxa"/>
          </w:tcPr>
          <w:p w:rsidR="007F5DBB" w:rsidRPr="0051119B" w:rsidRDefault="007F5DBB" w:rsidP="00E21FE9">
            <w:pPr>
              <w:jc w:val="center"/>
              <w:rPr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7F5DBB" w:rsidRPr="0051119B" w:rsidTr="005C5032">
        <w:trPr>
          <w:trHeight w:val="303"/>
        </w:trPr>
        <w:tc>
          <w:tcPr>
            <w:tcW w:w="10319" w:type="dxa"/>
            <w:gridSpan w:val="2"/>
          </w:tcPr>
          <w:p w:rsidR="007F5DBB" w:rsidRPr="00E1639F" w:rsidRDefault="007F5DBB" w:rsidP="00E21FE9">
            <w:pPr>
              <w:jc w:val="center"/>
              <w:rPr>
                <w:b/>
                <w:szCs w:val="28"/>
                <w:lang w:val="uk-UA"/>
              </w:rPr>
            </w:pPr>
            <w:r w:rsidRPr="00E1639F">
              <w:rPr>
                <w:b/>
                <w:bCs/>
                <w:sz w:val="22"/>
                <w:szCs w:val="28"/>
                <w:lang w:val="uk-UA"/>
              </w:rPr>
              <w:t>В с ь о г о:</w:t>
            </w:r>
          </w:p>
        </w:tc>
        <w:tc>
          <w:tcPr>
            <w:tcW w:w="1129" w:type="dxa"/>
          </w:tcPr>
          <w:p w:rsidR="007F5DBB" w:rsidRPr="0051119B" w:rsidRDefault="007F5DBB" w:rsidP="00E21FE9">
            <w:pPr>
              <w:jc w:val="right"/>
              <w:rPr>
                <w:szCs w:val="28"/>
                <w:lang w:val="uk-UA"/>
              </w:rPr>
            </w:pPr>
          </w:p>
        </w:tc>
        <w:tc>
          <w:tcPr>
            <w:tcW w:w="1440" w:type="dxa"/>
          </w:tcPr>
          <w:p w:rsidR="007F5DBB" w:rsidRPr="00E1639F" w:rsidRDefault="007F5DBB" w:rsidP="0073603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231200,00</w:t>
            </w:r>
          </w:p>
        </w:tc>
        <w:tc>
          <w:tcPr>
            <w:tcW w:w="1544" w:type="dxa"/>
            <w:gridSpan w:val="2"/>
          </w:tcPr>
          <w:p w:rsidR="007F5DBB" w:rsidRPr="0051119B" w:rsidRDefault="007F5DBB" w:rsidP="0073603A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lang w:val="uk-UA"/>
              </w:rPr>
              <w:t>390</w:t>
            </w:r>
            <w:r w:rsidRPr="00E1639F">
              <w:rPr>
                <w:b/>
                <w:lang w:val="uk-UA"/>
              </w:rPr>
              <w:t>000</w:t>
            </w:r>
            <w:r>
              <w:rPr>
                <w:b/>
                <w:lang w:val="uk-UA"/>
              </w:rPr>
              <w:t>,00</w:t>
            </w:r>
          </w:p>
        </w:tc>
        <w:tc>
          <w:tcPr>
            <w:tcW w:w="1621" w:type="dxa"/>
          </w:tcPr>
          <w:p w:rsidR="007F5DBB" w:rsidRPr="00E1639F" w:rsidRDefault="007F5DBB" w:rsidP="0073603A">
            <w:pPr>
              <w:rPr>
                <w:b/>
                <w:lang w:val="uk-UA"/>
              </w:rPr>
            </w:pPr>
          </w:p>
        </w:tc>
      </w:tr>
    </w:tbl>
    <w:p w:rsidR="007F5DBB" w:rsidRDefault="007F5DBB" w:rsidP="000913FA">
      <w:pPr>
        <w:jc w:val="both"/>
        <w:rPr>
          <w:sz w:val="28"/>
          <w:szCs w:val="28"/>
          <w:lang w:val="uk-UA"/>
        </w:rPr>
      </w:pPr>
    </w:p>
    <w:p w:rsidR="007F5DBB" w:rsidRDefault="007F5DBB" w:rsidP="000913FA">
      <w:pPr>
        <w:jc w:val="both"/>
        <w:rPr>
          <w:sz w:val="28"/>
          <w:szCs w:val="28"/>
          <w:lang w:val="uk-UA"/>
        </w:rPr>
      </w:pPr>
      <w:r w:rsidRPr="009B6BBE"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Василь  М</w:t>
      </w:r>
      <w:r>
        <w:rPr>
          <w:sz w:val="28"/>
          <w:szCs w:val="28"/>
          <w:lang w:val="uk-UA"/>
        </w:rPr>
        <w:t xml:space="preserve">АЙСТРЕНКО    </w:t>
      </w:r>
    </w:p>
    <w:p w:rsidR="007F5DBB" w:rsidRDefault="007F5DBB" w:rsidP="000913FA">
      <w:pPr>
        <w:jc w:val="both"/>
        <w:rPr>
          <w:sz w:val="28"/>
          <w:szCs w:val="28"/>
          <w:lang w:val="uk-UA"/>
        </w:rPr>
      </w:pPr>
    </w:p>
    <w:p w:rsidR="007F5DBB" w:rsidRPr="008B2E4A" w:rsidRDefault="007F5DBB" w:rsidP="000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7F5DBB" w:rsidRDefault="007F5DBB"/>
    <w:sectPr w:rsidR="007F5DBB" w:rsidSect="0088172B">
      <w:pgSz w:w="16838" w:h="11906" w:orient="landscape"/>
      <w:pgMar w:top="709" w:right="567" w:bottom="568" w:left="539" w:header="709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3FA"/>
    <w:rsid w:val="00001170"/>
    <w:rsid w:val="00001EF5"/>
    <w:rsid w:val="00003730"/>
    <w:rsid w:val="00003C47"/>
    <w:rsid w:val="00005DCE"/>
    <w:rsid w:val="0000673F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64E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1F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47D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3FA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1027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3329"/>
    <w:rsid w:val="001B337F"/>
    <w:rsid w:val="001B50B8"/>
    <w:rsid w:val="001C01B2"/>
    <w:rsid w:val="001C0950"/>
    <w:rsid w:val="001C10B6"/>
    <w:rsid w:val="001C176D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0DCA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A7B07"/>
    <w:rsid w:val="002B03AF"/>
    <w:rsid w:val="002B2751"/>
    <w:rsid w:val="002B3979"/>
    <w:rsid w:val="002B544F"/>
    <w:rsid w:val="002B5CB8"/>
    <w:rsid w:val="002B68F9"/>
    <w:rsid w:val="002B6900"/>
    <w:rsid w:val="002C1CA1"/>
    <w:rsid w:val="002C4608"/>
    <w:rsid w:val="002C575E"/>
    <w:rsid w:val="002C582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383"/>
    <w:rsid w:val="00312E99"/>
    <w:rsid w:val="00313855"/>
    <w:rsid w:val="0031420D"/>
    <w:rsid w:val="003157B3"/>
    <w:rsid w:val="003159FA"/>
    <w:rsid w:val="003160F8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2250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3930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1D7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3469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4909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48C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E6DE5"/>
    <w:rsid w:val="004F1678"/>
    <w:rsid w:val="004F3FB7"/>
    <w:rsid w:val="004F48E8"/>
    <w:rsid w:val="004F50AB"/>
    <w:rsid w:val="004F510A"/>
    <w:rsid w:val="004F62BE"/>
    <w:rsid w:val="004F6779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19B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1230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124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103B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3951"/>
    <w:rsid w:val="00584E54"/>
    <w:rsid w:val="00585E08"/>
    <w:rsid w:val="005861F7"/>
    <w:rsid w:val="00587F5C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032"/>
    <w:rsid w:val="005C5661"/>
    <w:rsid w:val="005C5A87"/>
    <w:rsid w:val="005C67B9"/>
    <w:rsid w:val="005D0014"/>
    <w:rsid w:val="005D0914"/>
    <w:rsid w:val="005D0B49"/>
    <w:rsid w:val="005D135E"/>
    <w:rsid w:val="005D2CCE"/>
    <w:rsid w:val="005D3531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908"/>
    <w:rsid w:val="00602E11"/>
    <w:rsid w:val="00603131"/>
    <w:rsid w:val="00604A65"/>
    <w:rsid w:val="006056F7"/>
    <w:rsid w:val="00606AA4"/>
    <w:rsid w:val="00607542"/>
    <w:rsid w:val="00607A17"/>
    <w:rsid w:val="0061300A"/>
    <w:rsid w:val="00613400"/>
    <w:rsid w:val="00613B56"/>
    <w:rsid w:val="00613D05"/>
    <w:rsid w:val="00613E60"/>
    <w:rsid w:val="00615AB7"/>
    <w:rsid w:val="00616003"/>
    <w:rsid w:val="006206B9"/>
    <w:rsid w:val="00620800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299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977A0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0C2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03A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4AB0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5DBB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70C2"/>
    <w:rsid w:val="008177C3"/>
    <w:rsid w:val="00817975"/>
    <w:rsid w:val="00822158"/>
    <w:rsid w:val="00822C64"/>
    <w:rsid w:val="00822EDC"/>
    <w:rsid w:val="0082349C"/>
    <w:rsid w:val="008254AD"/>
    <w:rsid w:val="00825740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72B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2E4A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1CFD"/>
    <w:rsid w:val="009028C9"/>
    <w:rsid w:val="00902B17"/>
    <w:rsid w:val="00903158"/>
    <w:rsid w:val="00903A5D"/>
    <w:rsid w:val="00903C03"/>
    <w:rsid w:val="009045F8"/>
    <w:rsid w:val="00906B2E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6A8C"/>
    <w:rsid w:val="009B08DC"/>
    <w:rsid w:val="009B0AE6"/>
    <w:rsid w:val="009B0E56"/>
    <w:rsid w:val="009B0F79"/>
    <w:rsid w:val="009B186A"/>
    <w:rsid w:val="009B1C21"/>
    <w:rsid w:val="009B2E63"/>
    <w:rsid w:val="009B3984"/>
    <w:rsid w:val="009B4086"/>
    <w:rsid w:val="009B5B73"/>
    <w:rsid w:val="009B6BBE"/>
    <w:rsid w:val="009C13D7"/>
    <w:rsid w:val="009C4AB4"/>
    <w:rsid w:val="009C4F11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374D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D65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372"/>
    <w:rsid w:val="00A54EA6"/>
    <w:rsid w:val="00A55330"/>
    <w:rsid w:val="00A6041C"/>
    <w:rsid w:val="00A61B3D"/>
    <w:rsid w:val="00A61FDE"/>
    <w:rsid w:val="00A62CB6"/>
    <w:rsid w:val="00A6410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2C1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38F6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30A2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54B"/>
    <w:rsid w:val="00C11AA7"/>
    <w:rsid w:val="00C12575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4CD6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0A00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1027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45"/>
    <w:rsid w:val="00DB227B"/>
    <w:rsid w:val="00DB23A0"/>
    <w:rsid w:val="00DB5344"/>
    <w:rsid w:val="00DB6340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39F"/>
    <w:rsid w:val="00E167C3"/>
    <w:rsid w:val="00E16CBF"/>
    <w:rsid w:val="00E21FE9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57BCE"/>
    <w:rsid w:val="00E60D53"/>
    <w:rsid w:val="00E62485"/>
    <w:rsid w:val="00E62D00"/>
    <w:rsid w:val="00E711D5"/>
    <w:rsid w:val="00E7183D"/>
    <w:rsid w:val="00E72D41"/>
    <w:rsid w:val="00E7351D"/>
    <w:rsid w:val="00E742ED"/>
    <w:rsid w:val="00E7644D"/>
    <w:rsid w:val="00E766AA"/>
    <w:rsid w:val="00E7721E"/>
    <w:rsid w:val="00E77857"/>
    <w:rsid w:val="00E7788E"/>
    <w:rsid w:val="00E80297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554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F01EB5"/>
    <w:rsid w:val="00F02B49"/>
    <w:rsid w:val="00F03144"/>
    <w:rsid w:val="00F045E5"/>
    <w:rsid w:val="00F04708"/>
    <w:rsid w:val="00F049D4"/>
    <w:rsid w:val="00F06BAB"/>
    <w:rsid w:val="00F06E71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13B0"/>
    <w:rsid w:val="00F8397F"/>
    <w:rsid w:val="00F83DCB"/>
    <w:rsid w:val="00F85891"/>
    <w:rsid w:val="00F8641D"/>
    <w:rsid w:val="00F8722D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465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3CDE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1E8D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3F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3FA"/>
    <w:pPr>
      <w:keepNext/>
      <w:ind w:left="-709" w:right="-625" w:firstLine="709"/>
      <w:outlineLvl w:val="0"/>
    </w:pPr>
    <w:rPr>
      <w:b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13FA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</Pages>
  <Words>1210</Words>
  <Characters>690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 Windows</cp:lastModifiedBy>
  <cp:revision>41</cp:revision>
  <cp:lastPrinted>2021-12-08T10:38:00Z</cp:lastPrinted>
  <dcterms:created xsi:type="dcterms:W3CDTF">2021-08-02T13:25:00Z</dcterms:created>
  <dcterms:modified xsi:type="dcterms:W3CDTF">2021-12-09T06:55:00Z</dcterms:modified>
</cp:coreProperties>
</file>