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161" w:rsidRDefault="00232161" w:rsidP="00B77938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 w:rsidRPr="005A6351">
        <w:rPr>
          <w:b/>
          <w:caps/>
          <w:noProof/>
          <w:sz w:val="28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2pt;height:51pt;visibility:visible">
            <v:imagedata r:id="rId4" o:title=""/>
          </v:shape>
        </w:pict>
      </w:r>
      <w:r>
        <w:rPr>
          <w:b/>
          <w:caps/>
          <w:noProof/>
          <w:lang w:val="uk-UA"/>
        </w:rPr>
        <w:t xml:space="preserve">   </w:t>
      </w:r>
    </w:p>
    <w:p w:rsidR="00232161" w:rsidRPr="00FE2F56" w:rsidRDefault="00232161" w:rsidP="00B77938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lang w:val="uk-UA"/>
        </w:rPr>
        <w:t xml:space="preserve">                                                                                                                            проєкт</w:t>
      </w:r>
    </w:p>
    <w:p w:rsidR="00232161" w:rsidRPr="00FE2F56" w:rsidRDefault="00232161" w:rsidP="00B77938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232161" w:rsidRPr="00FE2F56" w:rsidRDefault="00232161" w:rsidP="00B77938">
      <w:pPr>
        <w:jc w:val="center"/>
        <w:rPr>
          <w:lang w:val="uk-UA"/>
        </w:rPr>
      </w:pPr>
      <w:r w:rsidRPr="00FE2F56">
        <w:rPr>
          <w:lang w:val="uk-UA"/>
        </w:rPr>
        <w:t>УКРАЇНА</w:t>
      </w:r>
    </w:p>
    <w:p w:rsidR="00232161" w:rsidRPr="00FE2F56" w:rsidRDefault="00232161" w:rsidP="00B77938">
      <w:pPr>
        <w:keepNext/>
        <w:jc w:val="center"/>
        <w:outlineLvl w:val="0"/>
        <w:rPr>
          <w:caps/>
          <w:lang w:val="uk-UA" w:eastAsia="uk-UA"/>
        </w:rPr>
      </w:pPr>
      <w:r w:rsidRPr="00FE2F56">
        <w:rPr>
          <w:caps/>
          <w:lang w:val="uk-UA" w:eastAsia="uk-UA"/>
        </w:rPr>
        <w:t>МАЛИНСЬКА МІСЬКА  РАДА</w:t>
      </w:r>
    </w:p>
    <w:p w:rsidR="00232161" w:rsidRPr="00FE2F56" w:rsidRDefault="00232161" w:rsidP="00B77938">
      <w:pPr>
        <w:jc w:val="center"/>
        <w:rPr>
          <w:lang w:val="uk-UA"/>
        </w:rPr>
      </w:pPr>
      <w:r w:rsidRPr="00FE2F56">
        <w:rPr>
          <w:lang w:val="uk-UA"/>
        </w:rPr>
        <w:t>ЖИТОМИРСЬКОЇ ОБЛАСТІ</w:t>
      </w:r>
    </w:p>
    <w:p w:rsidR="00232161" w:rsidRPr="00FE2F56" w:rsidRDefault="00232161" w:rsidP="00B77938">
      <w:pPr>
        <w:jc w:val="center"/>
        <w:rPr>
          <w:sz w:val="16"/>
          <w:szCs w:val="16"/>
          <w:lang w:val="uk-UA"/>
        </w:rPr>
      </w:pPr>
    </w:p>
    <w:p w:rsidR="00232161" w:rsidRPr="00FE2F56" w:rsidRDefault="00232161" w:rsidP="00B77938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FE2F56">
        <w:rPr>
          <w:b/>
          <w:caps/>
          <w:sz w:val="48"/>
          <w:szCs w:val="48"/>
          <w:lang w:val="uk-UA" w:eastAsia="uk-UA"/>
        </w:rPr>
        <w:t xml:space="preserve">                          Р І Ш Е Н Н я          </w:t>
      </w:r>
    </w:p>
    <w:p w:rsidR="00232161" w:rsidRPr="00FE2F56" w:rsidRDefault="00232161" w:rsidP="00B77938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232161" w:rsidRPr="00FE2F56" w:rsidRDefault="00232161" w:rsidP="00B77938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FE2F56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232161" w:rsidRPr="00FE2F56" w:rsidRDefault="00232161" w:rsidP="00B77938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4" o:spid="_x0000_s1026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Pr="00FE2F56">
        <w:rPr>
          <w:sz w:val="28"/>
          <w:lang w:val="uk-UA"/>
        </w:rPr>
        <w:t>(</w:t>
      </w:r>
      <w:r>
        <w:rPr>
          <w:sz w:val="28"/>
          <w:lang w:val="uk-UA"/>
        </w:rPr>
        <w:t>__________</w:t>
      </w:r>
      <w:r w:rsidRPr="00FE2F56">
        <w:rPr>
          <w:sz w:val="28"/>
          <w:lang w:val="uk-UA"/>
        </w:rPr>
        <w:t xml:space="preserve"> сесія восьмого скликан</w:t>
      </w:r>
      <w:r>
        <w:rPr>
          <w:sz w:val="28"/>
          <w:lang w:val="uk-UA"/>
        </w:rPr>
        <w:t>н</w:t>
      </w:r>
      <w:r w:rsidRPr="00FE2F56">
        <w:rPr>
          <w:sz w:val="28"/>
          <w:lang w:val="uk-UA"/>
        </w:rPr>
        <w:t>я)</w:t>
      </w:r>
    </w:p>
    <w:p w:rsidR="00232161" w:rsidRPr="00FE2F56" w:rsidRDefault="00232161" w:rsidP="00B77938">
      <w:pPr>
        <w:rPr>
          <w:sz w:val="28"/>
          <w:u w:val="single"/>
          <w:lang w:val="uk-UA"/>
        </w:rPr>
      </w:pPr>
      <w:r w:rsidRPr="00FE2F56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 xml:space="preserve">    грудня</w:t>
      </w:r>
      <w:r w:rsidRPr="00FE2F56">
        <w:rPr>
          <w:sz w:val="28"/>
          <w:u w:val="single"/>
          <w:lang w:val="uk-UA"/>
        </w:rPr>
        <w:t xml:space="preserve"> 2020 року №</w:t>
      </w:r>
    </w:p>
    <w:p w:rsidR="00232161" w:rsidRDefault="00232161" w:rsidP="00B77938">
      <w:pPr>
        <w:pStyle w:val="NoSpacing"/>
        <w:jc w:val="both"/>
        <w:rPr>
          <w:sz w:val="28"/>
          <w:szCs w:val="28"/>
          <w:lang w:val="uk-UA"/>
        </w:rPr>
      </w:pPr>
      <w:r w:rsidRPr="00375284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зміну назви та внесення змін до  </w:t>
      </w:r>
    </w:p>
    <w:p w:rsidR="00232161" w:rsidRDefault="00232161" w:rsidP="00B77938">
      <w:pPr>
        <w:pStyle w:val="NoSpacing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Положення про комунальну установу </w:t>
      </w:r>
    </w:p>
    <w:p w:rsidR="00232161" w:rsidRDefault="00232161" w:rsidP="00B77938">
      <w:pPr>
        <w:pStyle w:val="NoSpacing"/>
        <w:jc w:val="both"/>
        <w:rPr>
          <w:sz w:val="28"/>
          <w:szCs w:val="28"/>
          <w:lang w:val="uk-UA"/>
        </w:rPr>
      </w:pPr>
      <w:r w:rsidRPr="00B77938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ериторіальний центр соціального обслуговування</w:t>
      </w:r>
    </w:p>
    <w:p w:rsidR="00232161" w:rsidRDefault="00232161" w:rsidP="00B77938">
      <w:pPr>
        <w:pStyle w:val="NoSpacing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(надання соціальних послуг) міста Малина</w:t>
      </w:r>
    </w:p>
    <w:p w:rsidR="00232161" w:rsidRDefault="00232161" w:rsidP="00B77938">
      <w:pPr>
        <w:pStyle w:val="NoSpacing"/>
        <w:jc w:val="both"/>
        <w:rPr>
          <w:sz w:val="28"/>
          <w:szCs w:val="28"/>
          <w:lang w:val="uk-UA"/>
        </w:rPr>
      </w:pPr>
    </w:p>
    <w:p w:rsidR="00232161" w:rsidRDefault="00232161" w:rsidP="00B77938">
      <w:pPr>
        <w:pStyle w:val="NoSpacing"/>
        <w:jc w:val="both"/>
        <w:rPr>
          <w:sz w:val="28"/>
          <w:szCs w:val="28"/>
          <w:lang w:val="uk-UA"/>
        </w:rPr>
      </w:pPr>
      <w:r w:rsidRPr="00B50EB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Відповідно до</w:t>
      </w:r>
      <w:r w:rsidRPr="00B50EBF">
        <w:rPr>
          <w:sz w:val="28"/>
          <w:szCs w:val="28"/>
          <w:lang w:val="uk-UA"/>
        </w:rPr>
        <w:t xml:space="preserve">  Цивільного кодексу України, </w:t>
      </w:r>
      <w:r>
        <w:rPr>
          <w:sz w:val="28"/>
          <w:szCs w:val="28"/>
          <w:lang w:val="uk-UA"/>
        </w:rPr>
        <w:t>З</w:t>
      </w:r>
      <w:r w:rsidRPr="00B50EBF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у</w:t>
      </w:r>
      <w:r w:rsidRPr="00B50EBF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uk-UA"/>
        </w:rPr>
        <w:t xml:space="preserve">«Про </w:t>
      </w:r>
      <w:r w:rsidRPr="000551D6">
        <w:rPr>
          <w:sz w:val="28"/>
          <w:szCs w:val="28"/>
          <w:lang w:val="uk-UA" w:eastAsia="uk-UA"/>
        </w:rPr>
        <w:t>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>
        <w:rPr>
          <w:sz w:val="28"/>
          <w:szCs w:val="28"/>
          <w:lang w:val="uk-UA"/>
        </w:rPr>
        <w:t>», керуючись ст.</w:t>
      </w:r>
      <w:r w:rsidRPr="00B50EBF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 xml:space="preserve">25, 26, </w:t>
      </w:r>
      <w:r w:rsidRPr="00B50EBF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, </w:t>
      </w:r>
      <w:r w:rsidRPr="00B50EBF">
        <w:rPr>
          <w:sz w:val="28"/>
          <w:szCs w:val="28"/>
          <w:lang w:val="uk-UA"/>
        </w:rPr>
        <w:t>60 Закону України «Про місцеве самоврядування в Україні»</w:t>
      </w:r>
      <w:r w:rsidRPr="00C3160A">
        <w:rPr>
          <w:bCs/>
          <w:color w:val="252525"/>
          <w:sz w:val="28"/>
          <w:szCs w:val="28"/>
          <w:lang w:val="uk-UA" w:eastAsia="uk-UA"/>
        </w:rPr>
        <w:t>,</w:t>
      </w:r>
      <w:r w:rsidRPr="00371695">
        <w:rPr>
          <w:sz w:val="28"/>
          <w:szCs w:val="28"/>
          <w:lang w:val="uk-UA" w:eastAsia="uk-UA"/>
        </w:rPr>
        <w:t xml:space="preserve"> </w:t>
      </w:r>
      <w:r w:rsidRPr="00371695">
        <w:rPr>
          <w:sz w:val="28"/>
          <w:szCs w:val="28"/>
          <w:lang w:val="uk-UA"/>
        </w:rPr>
        <w:t xml:space="preserve"> міська рада</w:t>
      </w:r>
    </w:p>
    <w:p w:rsidR="00232161" w:rsidRPr="00B50EBF" w:rsidRDefault="00232161" w:rsidP="00B77938">
      <w:pPr>
        <w:pStyle w:val="NoSpacing"/>
        <w:jc w:val="both"/>
        <w:rPr>
          <w:sz w:val="28"/>
          <w:szCs w:val="28"/>
          <w:lang w:val="uk-UA"/>
        </w:rPr>
      </w:pPr>
    </w:p>
    <w:p w:rsidR="00232161" w:rsidRPr="00371695" w:rsidRDefault="00232161" w:rsidP="00B77938">
      <w:pPr>
        <w:pStyle w:val="NoSpacing"/>
        <w:jc w:val="both"/>
        <w:rPr>
          <w:color w:val="252525"/>
          <w:sz w:val="28"/>
          <w:szCs w:val="28"/>
          <w:lang w:val="uk-UA" w:eastAsia="uk-UA"/>
        </w:rPr>
      </w:pPr>
      <w:r w:rsidRPr="00371695">
        <w:rPr>
          <w:sz w:val="28"/>
          <w:szCs w:val="28"/>
          <w:lang w:val="uk-UA"/>
        </w:rPr>
        <w:t xml:space="preserve"> ВИРІШИЛА:</w:t>
      </w:r>
    </w:p>
    <w:p w:rsidR="00232161" w:rsidRPr="00371695" w:rsidRDefault="00232161" w:rsidP="00B77938">
      <w:pPr>
        <w:pStyle w:val="NoSpacing"/>
        <w:jc w:val="both"/>
        <w:rPr>
          <w:sz w:val="28"/>
          <w:szCs w:val="28"/>
          <w:lang w:val="uk-UA"/>
        </w:rPr>
      </w:pPr>
    </w:p>
    <w:p w:rsidR="00232161" w:rsidRDefault="00232161" w:rsidP="00B77938">
      <w:pPr>
        <w:pStyle w:val="NoSpacing"/>
        <w:jc w:val="both"/>
        <w:rPr>
          <w:sz w:val="28"/>
          <w:szCs w:val="28"/>
          <w:lang w:val="uk-UA"/>
        </w:rPr>
      </w:pPr>
      <w:r w:rsidRPr="00371695">
        <w:rPr>
          <w:sz w:val="28"/>
          <w:szCs w:val="28"/>
          <w:lang w:val="uk-UA"/>
        </w:rPr>
        <w:t xml:space="preserve">       </w:t>
      </w:r>
      <w:r w:rsidRPr="00094DA1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 Змінити назву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комунальної установи</w:t>
      </w:r>
      <w:r w:rsidRPr="00B77938">
        <w:rPr>
          <w:lang w:val="uk-UA"/>
        </w:rPr>
        <w:t xml:space="preserve"> </w:t>
      </w:r>
      <w:r w:rsidRPr="00B77938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ериторіальний центр соціального обслуговування (надання соціальних послуг) міста Малина, код ЄДРПОУ 35313270, на </w:t>
      </w:r>
      <w:r w:rsidRPr="00B77938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ериторіальний центр соціального обслуговування (надання соціальних послуг) Малинської міської ради.</w:t>
      </w:r>
    </w:p>
    <w:p w:rsidR="00232161" w:rsidRDefault="00232161" w:rsidP="0053223A">
      <w:pPr>
        <w:pStyle w:val="NoSpacing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Затвердити Положення про </w:t>
      </w:r>
      <w:r w:rsidRPr="00B77938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ериторіальний центр соціального обслуговування (надання соціальних послуг) Малинської міської ради, в новій редакції, з урахуванням внесених змін (додається).</w:t>
      </w:r>
    </w:p>
    <w:p w:rsidR="00232161" w:rsidRDefault="00232161" w:rsidP="0053223A">
      <w:pPr>
        <w:pStyle w:val="NoSpacing"/>
        <w:jc w:val="both"/>
        <w:rPr>
          <w:sz w:val="28"/>
          <w:szCs w:val="28"/>
          <w:lang w:val="uk-UA"/>
        </w:rPr>
      </w:pPr>
      <w:r w:rsidRPr="0037169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3</w:t>
      </w:r>
      <w:r w:rsidRPr="00094DA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Керівнику зазаначеної комунальної установи здійснити організаційні заходи щодо проведення </w:t>
      </w:r>
      <w:r w:rsidRPr="0067008F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0E4964">
        <w:rPr>
          <w:color w:val="000000"/>
          <w:sz w:val="28"/>
          <w:szCs w:val="28"/>
          <w:shd w:val="clear" w:color="auto" w:fill="FFFFFF"/>
          <w:lang w:val="uk-UA"/>
        </w:rPr>
        <w:t>державної реєстрації змін до відомостей про юридичну особу, що містяться в Єдиному державному реєстрі юридичних осіб, фізичних осіб-підприємців та громадських формувань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вимог законодавства.</w:t>
      </w:r>
    </w:p>
    <w:p w:rsidR="00232161" w:rsidRDefault="00232161" w:rsidP="0053223A">
      <w:pPr>
        <w:pStyle w:val="NoSpacing"/>
        <w:jc w:val="both"/>
        <w:rPr>
          <w:sz w:val="28"/>
          <w:szCs w:val="28"/>
          <w:lang w:val="uk-UA"/>
        </w:rPr>
      </w:pPr>
      <w:r w:rsidRPr="0037169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4</w:t>
      </w:r>
      <w:r w:rsidRPr="00094DA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Контроль за виконанням цього рішення покласти на постійні комісії з гуманітарних питань; з питань комунальної власності, житлово-комунального господарства, благоустрою, енергозбереження та транспорту; з питань фінансів, бюджету, планування соціально-економічного розвитку, інвестицій та міжнародного співробітництва.</w:t>
      </w:r>
    </w:p>
    <w:p w:rsidR="00232161" w:rsidRDefault="00232161" w:rsidP="0053223A">
      <w:pPr>
        <w:pStyle w:val="NoSpacing"/>
        <w:jc w:val="both"/>
        <w:rPr>
          <w:sz w:val="28"/>
          <w:szCs w:val="28"/>
          <w:lang w:val="uk-UA"/>
        </w:rPr>
      </w:pPr>
    </w:p>
    <w:p w:rsidR="00232161" w:rsidRDefault="00232161" w:rsidP="0053223A">
      <w:pPr>
        <w:pStyle w:val="NoSpacing"/>
        <w:jc w:val="both"/>
        <w:rPr>
          <w:sz w:val="28"/>
          <w:szCs w:val="28"/>
          <w:lang w:val="uk-UA"/>
        </w:rPr>
      </w:pPr>
    </w:p>
    <w:p w:rsidR="00232161" w:rsidRPr="001D325C" w:rsidRDefault="00232161" w:rsidP="0053223A">
      <w:pPr>
        <w:shd w:val="clear" w:color="auto" w:fill="FFFFFF"/>
        <w:spacing w:before="195" w:after="195"/>
        <w:rPr>
          <w:sz w:val="28"/>
          <w:szCs w:val="28"/>
          <w:lang w:val="uk-UA" w:eastAsia="uk-UA"/>
        </w:rPr>
      </w:pPr>
      <w:r w:rsidRPr="001D325C">
        <w:rPr>
          <w:sz w:val="28"/>
          <w:szCs w:val="28"/>
          <w:lang w:val="uk-UA" w:eastAsia="uk-UA"/>
        </w:rPr>
        <w:t> Міський голова                                                                   Олександр СИТАЙЛО</w:t>
      </w:r>
    </w:p>
    <w:p w:rsidR="00232161" w:rsidRPr="001D325C" w:rsidRDefault="00232161" w:rsidP="0053223A">
      <w:pPr>
        <w:shd w:val="clear" w:color="auto" w:fill="FFFFFF"/>
        <w:ind w:left="1134"/>
        <w:rPr>
          <w:lang w:val="uk-UA" w:eastAsia="uk-UA"/>
        </w:rPr>
      </w:pPr>
      <w:r>
        <w:rPr>
          <w:lang w:val="uk-UA" w:eastAsia="uk-UA"/>
        </w:rPr>
        <w:t>Віталій ЛУКАШЕНКО</w:t>
      </w:r>
    </w:p>
    <w:p w:rsidR="00232161" w:rsidRDefault="00232161" w:rsidP="0053223A">
      <w:pPr>
        <w:shd w:val="clear" w:color="auto" w:fill="FFFFFF"/>
        <w:ind w:left="1134"/>
        <w:rPr>
          <w:lang w:val="uk-UA" w:eastAsia="uk-UA"/>
        </w:rPr>
      </w:pPr>
      <w:r w:rsidRPr="001D325C">
        <w:rPr>
          <w:lang w:val="uk-UA" w:eastAsia="uk-UA"/>
        </w:rPr>
        <w:t>Михайло ПАРФІНЕНКО</w:t>
      </w:r>
    </w:p>
    <w:p w:rsidR="00232161" w:rsidRDefault="00232161" w:rsidP="0053223A">
      <w:pPr>
        <w:shd w:val="clear" w:color="auto" w:fill="FFFFFF"/>
        <w:ind w:left="1134"/>
        <w:rPr>
          <w:lang w:val="uk-UA" w:eastAsia="uk-UA"/>
        </w:rPr>
      </w:pPr>
      <w:r>
        <w:rPr>
          <w:lang w:val="uk-UA" w:eastAsia="uk-UA"/>
        </w:rPr>
        <w:t>Надія СЛЮСАР</w:t>
      </w:r>
    </w:p>
    <w:p w:rsidR="00232161" w:rsidRDefault="00232161" w:rsidP="0053223A">
      <w:pPr>
        <w:shd w:val="clear" w:color="auto" w:fill="FFFFFF"/>
        <w:ind w:left="1134"/>
        <w:rPr>
          <w:lang w:val="uk-UA" w:eastAsia="uk-UA"/>
        </w:rPr>
      </w:pPr>
    </w:p>
    <w:p w:rsidR="00232161" w:rsidRPr="00405A66" w:rsidRDefault="00232161" w:rsidP="00B77938">
      <w:pPr>
        <w:pStyle w:val="NoSpacing"/>
        <w:jc w:val="both"/>
        <w:rPr>
          <w:sz w:val="28"/>
          <w:szCs w:val="28"/>
          <w:lang w:val="uk-UA"/>
        </w:rPr>
      </w:pPr>
    </w:p>
    <w:p w:rsidR="00232161" w:rsidRPr="00B77938" w:rsidRDefault="00232161">
      <w:pPr>
        <w:rPr>
          <w:lang w:val="uk-UA"/>
        </w:rPr>
      </w:pPr>
    </w:p>
    <w:sectPr w:rsidR="00232161" w:rsidRPr="00B77938" w:rsidSect="007258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24C"/>
    <w:rsid w:val="000073C9"/>
    <w:rsid w:val="0000776E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50DF5"/>
    <w:rsid w:val="00050E64"/>
    <w:rsid w:val="00052BEF"/>
    <w:rsid w:val="00054925"/>
    <w:rsid w:val="000551D6"/>
    <w:rsid w:val="00056220"/>
    <w:rsid w:val="000669DE"/>
    <w:rsid w:val="000726F2"/>
    <w:rsid w:val="0007308B"/>
    <w:rsid w:val="00073299"/>
    <w:rsid w:val="00073D4B"/>
    <w:rsid w:val="00074631"/>
    <w:rsid w:val="00080123"/>
    <w:rsid w:val="0008237C"/>
    <w:rsid w:val="00083CD0"/>
    <w:rsid w:val="000840FD"/>
    <w:rsid w:val="00084F0E"/>
    <w:rsid w:val="000853C5"/>
    <w:rsid w:val="000866DE"/>
    <w:rsid w:val="00094B52"/>
    <w:rsid w:val="00094DA1"/>
    <w:rsid w:val="0009697E"/>
    <w:rsid w:val="00097B56"/>
    <w:rsid w:val="000A0BB1"/>
    <w:rsid w:val="000A1F5F"/>
    <w:rsid w:val="000A3561"/>
    <w:rsid w:val="000A5930"/>
    <w:rsid w:val="000A638B"/>
    <w:rsid w:val="000A7E7C"/>
    <w:rsid w:val="000B13BC"/>
    <w:rsid w:val="000B493B"/>
    <w:rsid w:val="000C0138"/>
    <w:rsid w:val="000C14C3"/>
    <w:rsid w:val="000C5699"/>
    <w:rsid w:val="000C68E9"/>
    <w:rsid w:val="000D0E52"/>
    <w:rsid w:val="000D115C"/>
    <w:rsid w:val="000D1383"/>
    <w:rsid w:val="000D40D9"/>
    <w:rsid w:val="000E02D0"/>
    <w:rsid w:val="000E16D3"/>
    <w:rsid w:val="000E4964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2216"/>
    <w:rsid w:val="00103695"/>
    <w:rsid w:val="00103E85"/>
    <w:rsid w:val="0010600A"/>
    <w:rsid w:val="00106ADD"/>
    <w:rsid w:val="00107F74"/>
    <w:rsid w:val="0011259C"/>
    <w:rsid w:val="00116BDF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7D66"/>
    <w:rsid w:val="001B1053"/>
    <w:rsid w:val="001B1B83"/>
    <w:rsid w:val="001B3AC8"/>
    <w:rsid w:val="001B3DCB"/>
    <w:rsid w:val="001B57E9"/>
    <w:rsid w:val="001B6329"/>
    <w:rsid w:val="001B6382"/>
    <w:rsid w:val="001B7D51"/>
    <w:rsid w:val="001C7E80"/>
    <w:rsid w:val="001D0FF2"/>
    <w:rsid w:val="001D325C"/>
    <w:rsid w:val="001D75C6"/>
    <w:rsid w:val="001E0707"/>
    <w:rsid w:val="001E19CC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7700"/>
    <w:rsid w:val="001F7DB6"/>
    <w:rsid w:val="00203876"/>
    <w:rsid w:val="0020526A"/>
    <w:rsid w:val="00206393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2161"/>
    <w:rsid w:val="00236F48"/>
    <w:rsid w:val="00240CDD"/>
    <w:rsid w:val="00245570"/>
    <w:rsid w:val="002467F1"/>
    <w:rsid w:val="0024686D"/>
    <w:rsid w:val="002472EC"/>
    <w:rsid w:val="00252C5F"/>
    <w:rsid w:val="00253B32"/>
    <w:rsid w:val="00254B53"/>
    <w:rsid w:val="00260681"/>
    <w:rsid w:val="00260FF6"/>
    <w:rsid w:val="00262947"/>
    <w:rsid w:val="00263211"/>
    <w:rsid w:val="00263B44"/>
    <w:rsid w:val="00264C20"/>
    <w:rsid w:val="00265A55"/>
    <w:rsid w:val="002670A1"/>
    <w:rsid w:val="00280101"/>
    <w:rsid w:val="002819F9"/>
    <w:rsid w:val="00282063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339F"/>
    <w:rsid w:val="002A4196"/>
    <w:rsid w:val="002A794A"/>
    <w:rsid w:val="002A7BFC"/>
    <w:rsid w:val="002B3613"/>
    <w:rsid w:val="002B43C3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3F92"/>
    <w:rsid w:val="002F4E1E"/>
    <w:rsid w:val="002F62E3"/>
    <w:rsid w:val="00304491"/>
    <w:rsid w:val="00310823"/>
    <w:rsid w:val="003145A2"/>
    <w:rsid w:val="00316054"/>
    <w:rsid w:val="00320BA3"/>
    <w:rsid w:val="00323569"/>
    <w:rsid w:val="00323B0E"/>
    <w:rsid w:val="0032401D"/>
    <w:rsid w:val="003241AD"/>
    <w:rsid w:val="00325488"/>
    <w:rsid w:val="003256A7"/>
    <w:rsid w:val="003261D6"/>
    <w:rsid w:val="00327100"/>
    <w:rsid w:val="00330771"/>
    <w:rsid w:val="00332F97"/>
    <w:rsid w:val="00334FB1"/>
    <w:rsid w:val="00334FCC"/>
    <w:rsid w:val="0033725E"/>
    <w:rsid w:val="003436CA"/>
    <w:rsid w:val="00343A65"/>
    <w:rsid w:val="0035203C"/>
    <w:rsid w:val="0035268A"/>
    <w:rsid w:val="003541E6"/>
    <w:rsid w:val="00357C0D"/>
    <w:rsid w:val="00362177"/>
    <w:rsid w:val="00365226"/>
    <w:rsid w:val="00367C74"/>
    <w:rsid w:val="00370B15"/>
    <w:rsid w:val="00371695"/>
    <w:rsid w:val="00373EEB"/>
    <w:rsid w:val="00375284"/>
    <w:rsid w:val="00376346"/>
    <w:rsid w:val="00377329"/>
    <w:rsid w:val="00380B54"/>
    <w:rsid w:val="003864DC"/>
    <w:rsid w:val="00392650"/>
    <w:rsid w:val="00393474"/>
    <w:rsid w:val="00393ADC"/>
    <w:rsid w:val="00393D30"/>
    <w:rsid w:val="0039514B"/>
    <w:rsid w:val="003953B0"/>
    <w:rsid w:val="003954B4"/>
    <w:rsid w:val="003A3896"/>
    <w:rsid w:val="003A3D86"/>
    <w:rsid w:val="003A707E"/>
    <w:rsid w:val="003B0BED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E0B"/>
    <w:rsid w:val="003F0EB8"/>
    <w:rsid w:val="003F242D"/>
    <w:rsid w:val="003F4221"/>
    <w:rsid w:val="003F53A3"/>
    <w:rsid w:val="003F5A1D"/>
    <w:rsid w:val="003F61D5"/>
    <w:rsid w:val="003F6B97"/>
    <w:rsid w:val="003F6D60"/>
    <w:rsid w:val="003F73CD"/>
    <w:rsid w:val="00400EEB"/>
    <w:rsid w:val="00405A66"/>
    <w:rsid w:val="00406C6B"/>
    <w:rsid w:val="0041656F"/>
    <w:rsid w:val="004169F5"/>
    <w:rsid w:val="00417E7F"/>
    <w:rsid w:val="004206A1"/>
    <w:rsid w:val="00421E63"/>
    <w:rsid w:val="00424638"/>
    <w:rsid w:val="0042515F"/>
    <w:rsid w:val="004316C9"/>
    <w:rsid w:val="0043577F"/>
    <w:rsid w:val="004368DE"/>
    <w:rsid w:val="00437E85"/>
    <w:rsid w:val="00443BE5"/>
    <w:rsid w:val="004454DE"/>
    <w:rsid w:val="00446FF0"/>
    <w:rsid w:val="00450364"/>
    <w:rsid w:val="00452A0A"/>
    <w:rsid w:val="00454B19"/>
    <w:rsid w:val="00455D5E"/>
    <w:rsid w:val="00456CDB"/>
    <w:rsid w:val="004608C3"/>
    <w:rsid w:val="00460E00"/>
    <w:rsid w:val="004715E7"/>
    <w:rsid w:val="0047226A"/>
    <w:rsid w:val="00477644"/>
    <w:rsid w:val="00477BC6"/>
    <w:rsid w:val="00481E1A"/>
    <w:rsid w:val="00482DAE"/>
    <w:rsid w:val="00483376"/>
    <w:rsid w:val="00483FBB"/>
    <w:rsid w:val="0048659B"/>
    <w:rsid w:val="004907FB"/>
    <w:rsid w:val="004941F5"/>
    <w:rsid w:val="0049430C"/>
    <w:rsid w:val="0049432C"/>
    <w:rsid w:val="004965B4"/>
    <w:rsid w:val="004A3F94"/>
    <w:rsid w:val="004A5647"/>
    <w:rsid w:val="004A62A0"/>
    <w:rsid w:val="004B02BB"/>
    <w:rsid w:val="004B6BCD"/>
    <w:rsid w:val="004C0E75"/>
    <w:rsid w:val="004C4185"/>
    <w:rsid w:val="004C58E9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501FF1"/>
    <w:rsid w:val="0050552F"/>
    <w:rsid w:val="00511045"/>
    <w:rsid w:val="00513E63"/>
    <w:rsid w:val="00514155"/>
    <w:rsid w:val="005151D3"/>
    <w:rsid w:val="00515DAB"/>
    <w:rsid w:val="00521938"/>
    <w:rsid w:val="0052699E"/>
    <w:rsid w:val="0053045D"/>
    <w:rsid w:val="00530B56"/>
    <w:rsid w:val="0053223A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6351"/>
    <w:rsid w:val="005A7BF3"/>
    <w:rsid w:val="005B0C72"/>
    <w:rsid w:val="005B0DD8"/>
    <w:rsid w:val="005C100E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E35F2"/>
    <w:rsid w:val="005E45E5"/>
    <w:rsid w:val="005E6277"/>
    <w:rsid w:val="005E669D"/>
    <w:rsid w:val="005F10CE"/>
    <w:rsid w:val="005F1FFD"/>
    <w:rsid w:val="005F2D98"/>
    <w:rsid w:val="005F32C2"/>
    <w:rsid w:val="005F51E3"/>
    <w:rsid w:val="005F728A"/>
    <w:rsid w:val="00601774"/>
    <w:rsid w:val="006028D3"/>
    <w:rsid w:val="00604556"/>
    <w:rsid w:val="00610BF1"/>
    <w:rsid w:val="00615A59"/>
    <w:rsid w:val="00617914"/>
    <w:rsid w:val="00627E2B"/>
    <w:rsid w:val="006322C6"/>
    <w:rsid w:val="00633AAB"/>
    <w:rsid w:val="00637A27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384F"/>
    <w:rsid w:val="00664B3D"/>
    <w:rsid w:val="0067008F"/>
    <w:rsid w:val="00671B0B"/>
    <w:rsid w:val="00672465"/>
    <w:rsid w:val="00675163"/>
    <w:rsid w:val="006753F8"/>
    <w:rsid w:val="00684650"/>
    <w:rsid w:val="00684F2F"/>
    <w:rsid w:val="00685082"/>
    <w:rsid w:val="00685FD0"/>
    <w:rsid w:val="00687BCA"/>
    <w:rsid w:val="00690AD4"/>
    <w:rsid w:val="0069106F"/>
    <w:rsid w:val="00692050"/>
    <w:rsid w:val="00695F69"/>
    <w:rsid w:val="006A0803"/>
    <w:rsid w:val="006A2D59"/>
    <w:rsid w:val="006A3C0A"/>
    <w:rsid w:val="006A71DA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2B94"/>
    <w:rsid w:val="00722C11"/>
    <w:rsid w:val="00722C92"/>
    <w:rsid w:val="00724B29"/>
    <w:rsid w:val="0072585D"/>
    <w:rsid w:val="00726A1F"/>
    <w:rsid w:val="00730B40"/>
    <w:rsid w:val="007312A6"/>
    <w:rsid w:val="00731E01"/>
    <w:rsid w:val="0074085C"/>
    <w:rsid w:val="00741C2E"/>
    <w:rsid w:val="007436E9"/>
    <w:rsid w:val="00743EC5"/>
    <w:rsid w:val="00744B24"/>
    <w:rsid w:val="007471D5"/>
    <w:rsid w:val="00747336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55AA"/>
    <w:rsid w:val="00775772"/>
    <w:rsid w:val="007758D3"/>
    <w:rsid w:val="00781EB1"/>
    <w:rsid w:val="00782B86"/>
    <w:rsid w:val="007862AE"/>
    <w:rsid w:val="00786AAD"/>
    <w:rsid w:val="00793A63"/>
    <w:rsid w:val="0079530C"/>
    <w:rsid w:val="00796818"/>
    <w:rsid w:val="0079795C"/>
    <w:rsid w:val="007A01B1"/>
    <w:rsid w:val="007A1103"/>
    <w:rsid w:val="007A3C2C"/>
    <w:rsid w:val="007A4E25"/>
    <w:rsid w:val="007A55B1"/>
    <w:rsid w:val="007B333E"/>
    <w:rsid w:val="007B534D"/>
    <w:rsid w:val="007B65BA"/>
    <w:rsid w:val="007B6D20"/>
    <w:rsid w:val="007C135C"/>
    <w:rsid w:val="007C3141"/>
    <w:rsid w:val="007C529D"/>
    <w:rsid w:val="007C7796"/>
    <w:rsid w:val="007D090F"/>
    <w:rsid w:val="007D49DA"/>
    <w:rsid w:val="007D559E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FC4"/>
    <w:rsid w:val="0082405C"/>
    <w:rsid w:val="00832087"/>
    <w:rsid w:val="00834FBC"/>
    <w:rsid w:val="00845746"/>
    <w:rsid w:val="00850E69"/>
    <w:rsid w:val="008532FE"/>
    <w:rsid w:val="0085675D"/>
    <w:rsid w:val="00860118"/>
    <w:rsid w:val="00861F90"/>
    <w:rsid w:val="008649FF"/>
    <w:rsid w:val="00866214"/>
    <w:rsid w:val="00872194"/>
    <w:rsid w:val="008732DC"/>
    <w:rsid w:val="00877D56"/>
    <w:rsid w:val="0088012E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A1C94"/>
    <w:rsid w:val="008A35EB"/>
    <w:rsid w:val="008A5645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E166E"/>
    <w:rsid w:val="008F2FFB"/>
    <w:rsid w:val="008F4EBB"/>
    <w:rsid w:val="00901197"/>
    <w:rsid w:val="00901C3D"/>
    <w:rsid w:val="0090286F"/>
    <w:rsid w:val="009032F7"/>
    <w:rsid w:val="00904A98"/>
    <w:rsid w:val="00906AF7"/>
    <w:rsid w:val="00906F94"/>
    <w:rsid w:val="00910A6B"/>
    <w:rsid w:val="009137F3"/>
    <w:rsid w:val="009150B9"/>
    <w:rsid w:val="0091597B"/>
    <w:rsid w:val="00922320"/>
    <w:rsid w:val="00924EEA"/>
    <w:rsid w:val="00930822"/>
    <w:rsid w:val="009325E6"/>
    <w:rsid w:val="0093278E"/>
    <w:rsid w:val="009340AB"/>
    <w:rsid w:val="00936B55"/>
    <w:rsid w:val="00937318"/>
    <w:rsid w:val="00943E85"/>
    <w:rsid w:val="00945C16"/>
    <w:rsid w:val="00946362"/>
    <w:rsid w:val="00950820"/>
    <w:rsid w:val="0095179E"/>
    <w:rsid w:val="00961146"/>
    <w:rsid w:val="009645C6"/>
    <w:rsid w:val="00966011"/>
    <w:rsid w:val="00967D5D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7FD3"/>
    <w:rsid w:val="009B266F"/>
    <w:rsid w:val="009B5C73"/>
    <w:rsid w:val="009B5FF4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A01757"/>
    <w:rsid w:val="00A01C28"/>
    <w:rsid w:val="00A033BF"/>
    <w:rsid w:val="00A05D38"/>
    <w:rsid w:val="00A1180C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4575"/>
    <w:rsid w:val="00A456FD"/>
    <w:rsid w:val="00A4592C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578D"/>
    <w:rsid w:val="00A80774"/>
    <w:rsid w:val="00A81733"/>
    <w:rsid w:val="00A90809"/>
    <w:rsid w:val="00A926F0"/>
    <w:rsid w:val="00A96A78"/>
    <w:rsid w:val="00AA0A13"/>
    <w:rsid w:val="00AA37C4"/>
    <w:rsid w:val="00AA4752"/>
    <w:rsid w:val="00AA485F"/>
    <w:rsid w:val="00AC1242"/>
    <w:rsid w:val="00AC3163"/>
    <w:rsid w:val="00AC5C9F"/>
    <w:rsid w:val="00AC5E4C"/>
    <w:rsid w:val="00AD0E85"/>
    <w:rsid w:val="00AD4B84"/>
    <w:rsid w:val="00AD5F69"/>
    <w:rsid w:val="00AD68BF"/>
    <w:rsid w:val="00AD6F7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2602"/>
    <w:rsid w:val="00AF3D7A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46D4"/>
    <w:rsid w:val="00B44D4E"/>
    <w:rsid w:val="00B46CD3"/>
    <w:rsid w:val="00B50EBF"/>
    <w:rsid w:val="00B53C6D"/>
    <w:rsid w:val="00B53FC4"/>
    <w:rsid w:val="00B546A7"/>
    <w:rsid w:val="00B54CC8"/>
    <w:rsid w:val="00B55DC0"/>
    <w:rsid w:val="00B577FC"/>
    <w:rsid w:val="00B64854"/>
    <w:rsid w:val="00B65405"/>
    <w:rsid w:val="00B6733B"/>
    <w:rsid w:val="00B7004F"/>
    <w:rsid w:val="00B75244"/>
    <w:rsid w:val="00B754BC"/>
    <w:rsid w:val="00B76437"/>
    <w:rsid w:val="00B77938"/>
    <w:rsid w:val="00B80074"/>
    <w:rsid w:val="00B81B60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4534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3D3E"/>
    <w:rsid w:val="00BE1CFD"/>
    <w:rsid w:val="00BE70E8"/>
    <w:rsid w:val="00BE7BB8"/>
    <w:rsid w:val="00BE7FE8"/>
    <w:rsid w:val="00BF21E1"/>
    <w:rsid w:val="00BF7563"/>
    <w:rsid w:val="00C00D31"/>
    <w:rsid w:val="00C01C72"/>
    <w:rsid w:val="00C02626"/>
    <w:rsid w:val="00C05BC6"/>
    <w:rsid w:val="00C0657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30097"/>
    <w:rsid w:val="00C3089A"/>
    <w:rsid w:val="00C31233"/>
    <w:rsid w:val="00C3160A"/>
    <w:rsid w:val="00C34314"/>
    <w:rsid w:val="00C3752A"/>
    <w:rsid w:val="00C378BF"/>
    <w:rsid w:val="00C425BA"/>
    <w:rsid w:val="00C46159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F9D"/>
    <w:rsid w:val="00C77F54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4E10"/>
    <w:rsid w:val="00CA4EF0"/>
    <w:rsid w:val="00CA5E6C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0F45"/>
    <w:rsid w:val="00D0218C"/>
    <w:rsid w:val="00D045BD"/>
    <w:rsid w:val="00D049D1"/>
    <w:rsid w:val="00D070CC"/>
    <w:rsid w:val="00D12461"/>
    <w:rsid w:val="00D13459"/>
    <w:rsid w:val="00D135B4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80BB8"/>
    <w:rsid w:val="00D826E6"/>
    <w:rsid w:val="00D8362B"/>
    <w:rsid w:val="00D84818"/>
    <w:rsid w:val="00D857DF"/>
    <w:rsid w:val="00D90141"/>
    <w:rsid w:val="00D90944"/>
    <w:rsid w:val="00D91247"/>
    <w:rsid w:val="00D915EC"/>
    <w:rsid w:val="00D919EC"/>
    <w:rsid w:val="00D93521"/>
    <w:rsid w:val="00D93657"/>
    <w:rsid w:val="00D94218"/>
    <w:rsid w:val="00D976C0"/>
    <w:rsid w:val="00DA3528"/>
    <w:rsid w:val="00DA52F6"/>
    <w:rsid w:val="00DA57E9"/>
    <w:rsid w:val="00DA60A8"/>
    <w:rsid w:val="00DB0DE4"/>
    <w:rsid w:val="00DB1D84"/>
    <w:rsid w:val="00DB37DB"/>
    <w:rsid w:val="00DB4E02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3D63"/>
    <w:rsid w:val="00E458C7"/>
    <w:rsid w:val="00E46D53"/>
    <w:rsid w:val="00E470FE"/>
    <w:rsid w:val="00E57693"/>
    <w:rsid w:val="00E64630"/>
    <w:rsid w:val="00E65746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BCB"/>
    <w:rsid w:val="00E90F1D"/>
    <w:rsid w:val="00E97E46"/>
    <w:rsid w:val="00EA5866"/>
    <w:rsid w:val="00EA763F"/>
    <w:rsid w:val="00EB02F9"/>
    <w:rsid w:val="00EB1CF1"/>
    <w:rsid w:val="00EB35A6"/>
    <w:rsid w:val="00EB6BB1"/>
    <w:rsid w:val="00EB6C54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5F69"/>
    <w:rsid w:val="00ED76E8"/>
    <w:rsid w:val="00ED7F89"/>
    <w:rsid w:val="00EE097A"/>
    <w:rsid w:val="00EE237C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54BE"/>
    <w:rsid w:val="00F2679F"/>
    <w:rsid w:val="00F267D9"/>
    <w:rsid w:val="00F322FD"/>
    <w:rsid w:val="00F34BA4"/>
    <w:rsid w:val="00F35E10"/>
    <w:rsid w:val="00F35EA4"/>
    <w:rsid w:val="00F41920"/>
    <w:rsid w:val="00F4195F"/>
    <w:rsid w:val="00F41BB8"/>
    <w:rsid w:val="00F42489"/>
    <w:rsid w:val="00F46BCB"/>
    <w:rsid w:val="00F52840"/>
    <w:rsid w:val="00F5290F"/>
    <w:rsid w:val="00F53DC9"/>
    <w:rsid w:val="00F5585D"/>
    <w:rsid w:val="00F56284"/>
    <w:rsid w:val="00F567F3"/>
    <w:rsid w:val="00F57A9C"/>
    <w:rsid w:val="00F6033B"/>
    <w:rsid w:val="00F60E3C"/>
    <w:rsid w:val="00F6189D"/>
    <w:rsid w:val="00F61EB4"/>
    <w:rsid w:val="00F621A2"/>
    <w:rsid w:val="00F624C2"/>
    <w:rsid w:val="00F63DF5"/>
    <w:rsid w:val="00F66C5E"/>
    <w:rsid w:val="00F70230"/>
    <w:rsid w:val="00F70398"/>
    <w:rsid w:val="00F70594"/>
    <w:rsid w:val="00F73E86"/>
    <w:rsid w:val="00F762A7"/>
    <w:rsid w:val="00F76BD7"/>
    <w:rsid w:val="00F7724C"/>
    <w:rsid w:val="00F775D7"/>
    <w:rsid w:val="00F8002A"/>
    <w:rsid w:val="00F80F97"/>
    <w:rsid w:val="00F81F17"/>
    <w:rsid w:val="00F837C5"/>
    <w:rsid w:val="00F90997"/>
    <w:rsid w:val="00F956FB"/>
    <w:rsid w:val="00FA1F58"/>
    <w:rsid w:val="00FA425B"/>
    <w:rsid w:val="00FA480C"/>
    <w:rsid w:val="00FA6711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20DA"/>
    <w:rsid w:val="00FE2F56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938"/>
    <w:rPr>
      <w:rFonts w:ascii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D5AA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77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7938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2</Pages>
  <Words>1331</Words>
  <Characters>760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10</cp:revision>
  <cp:lastPrinted>2020-12-22T11:36:00Z</cp:lastPrinted>
  <dcterms:created xsi:type="dcterms:W3CDTF">2020-12-22T09:28:00Z</dcterms:created>
  <dcterms:modified xsi:type="dcterms:W3CDTF">2020-12-22T11:36:00Z</dcterms:modified>
</cp:coreProperties>
</file>